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template.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638" w:type="dxa"/>
        <w:tblLook w:val="04A0"/>
      </w:tblPr>
      <w:tblGrid>
        <w:gridCol w:w="1998"/>
        <w:gridCol w:w="8640"/>
      </w:tblGrid>
      <w:tr w:rsidR="00C05192" w:rsidTr="00AD42F3">
        <w:trPr>
          <w:cnfStyle w:val="100000000000"/>
          <w:trHeight w:val="1529"/>
        </w:trPr>
        <w:tc>
          <w:tcPr>
            <w:tcW w:w="1998" w:type="dxa"/>
          </w:tcPr>
          <w:p w:rsidR="00C05192" w:rsidRDefault="00412208" w:rsidP="00AD42F3">
            <w:pPr>
              <w:spacing w:after="0"/>
              <w:ind w:right="-14"/>
            </w:pPr>
            <w:r w:rsidRPr="00412208">
              <w:rPr>
                <w:noProof/>
              </w:rPr>
              <w:pict>
                <v:shapetype id="_x0000_t32" coordsize="21600,21600" o:spt="32" o:oned="t" path="m,l21600,21600e" filled="f">
                  <v:path arrowok="t" fillok="f" o:connecttype="none"/>
                  <o:lock v:ext="edit" shapetype="t"/>
                </v:shapetype>
                <v:shape id="_x0000_s1026" type="#_x0000_t32" style="position:absolute;margin-left:83.25pt;margin-top:66pt;width:442.8pt;height:0;z-index:251658240" o:connectortype="straight" strokecolor="#1d4f5d" strokeweight="6pt"/>
              </w:pict>
            </w:r>
            <w:r w:rsidR="00C05192" w:rsidRPr="00C05192">
              <w:rPr>
                <w:noProof/>
                <w:lang w:val="en-IN" w:eastAsia="en-IN"/>
              </w:rPr>
              <w:drawing>
                <wp:inline distT="0" distB="0" distL="0" distR="0">
                  <wp:extent cx="1016429" cy="981075"/>
                  <wp:effectExtent l="19050" t="0" r="0" b="0"/>
                  <wp:docPr id="4" name="Picture 1" descr="C:\Users\Dr. Bhupender\Desktop\is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 Bhupender\Desktop\isp1.png"/>
                          <pic:cNvPicPr>
                            <a:picLocks noChangeAspect="1" noChangeArrowheads="1"/>
                          </pic:cNvPicPr>
                        </pic:nvPicPr>
                        <pic:blipFill>
                          <a:blip r:embed="rId7"/>
                          <a:srcRect/>
                          <a:stretch>
                            <a:fillRect/>
                          </a:stretch>
                        </pic:blipFill>
                        <pic:spPr bwMode="auto">
                          <a:xfrm>
                            <a:off x="0" y="0"/>
                            <a:ext cx="1016429" cy="981075"/>
                          </a:xfrm>
                          <a:prstGeom prst="rect">
                            <a:avLst/>
                          </a:prstGeom>
                          <a:noFill/>
                          <a:ln w="9525">
                            <a:noFill/>
                            <a:miter lim="800000"/>
                            <a:headEnd/>
                            <a:tailEnd/>
                          </a:ln>
                        </pic:spPr>
                      </pic:pic>
                    </a:graphicData>
                  </a:graphic>
                </wp:inline>
              </w:drawing>
            </w:r>
          </w:p>
        </w:tc>
        <w:tc>
          <w:tcPr>
            <w:tcW w:w="8640" w:type="dxa"/>
          </w:tcPr>
          <w:p w:rsidR="00C05192" w:rsidRPr="00227BDD" w:rsidRDefault="00227BDD" w:rsidP="00AD42F3">
            <w:pPr>
              <w:ind w:right="-108" w:firstLine="1782"/>
              <w:rPr>
                <w:b w:val="0"/>
                <w:color w:val="943634" w:themeColor="accent2" w:themeShade="BF"/>
                <w:sz w:val="20"/>
                <w:szCs w:val="20"/>
              </w:rPr>
            </w:pPr>
            <w:r>
              <w:rPr>
                <w:b w:val="0"/>
                <w:sz w:val="20"/>
              </w:rPr>
              <w:t xml:space="preserve">J. </w:t>
            </w:r>
            <w:r w:rsidR="00836547" w:rsidRPr="00227BDD">
              <w:rPr>
                <w:b w:val="0"/>
                <w:sz w:val="20"/>
              </w:rPr>
              <w:t>Int</w:t>
            </w:r>
            <w:r w:rsidR="000D6CF5" w:rsidRPr="00227BDD">
              <w:rPr>
                <w:b w:val="0"/>
                <w:sz w:val="20"/>
              </w:rPr>
              <w:t xml:space="preserve">. </w:t>
            </w:r>
            <w:r>
              <w:rPr>
                <w:b w:val="0"/>
                <w:sz w:val="20"/>
              </w:rPr>
              <w:t>Sci</w:t>
            </w:r>
            <w:r w:rsidR="000D6CF5" w:rsidRPr="00227BDD">
              <w:rPr>
                <w:b w:val="0"/>
                <w:sz w:val="20"/>
              </w:rPr>
              <w:t xml:space="preserve">. </w:t>
            </w:r>
            <w:r>
              <w:rPr>
                <w:b w:val="0"/>
                <w:sz w:val="20"/>
              </w:rPr>
              <w:t>Technol.</w:t>
            </w:r>
            <w:r w:rsidR="000D6CF5" w:rsidRPr="00227BDD">
              <w:rPr>
                <w:b w:val="0"/>
                <w:sz w:val="20"/>
              </w:rPr>
              <w:t xml:space="preserve"> </w:t>
            </w:r>
            <w:r w:rsidR="00C05192" w:rsidRPr="00227BDD">
              <w:rPr>
                <w:b w:val="0"/>
                <w:sz w:val="20"/>
              </w:rPr>
              <w:t>201</w:t>
            </w:r>
            <w:r w:rsidR="006F49FD" w:rsidRPr="00227BDD">
              <w:rPr>
                <w:b w:val="0"/>
                <w:sz w:val="20"/>
              </w:rPr>
              <w:t>7</w:t>
            </w:r>
            <w:r w:rsidR="00C05192" w:rsidRPr="00227BDD">
              <w:rPr>
                <w:b w:val="0"/>
                <w:sz w:val="20"/>
              </w:rPr>
              <w:t xml:space="preserve">, </w:t>
            </w:r>
            <w:r>
              <w:rPr>
                <w:b w:val="0"/>
                <w:sz w:val="20"/>
              </w:rPr>
              <w:t>5</w:t>
            </w:r>
            <w:r w:rsidR="00836547" w:rsidRPr="00227BDD">
              <w:rPr>
                <w:b w:val="0"/>
                <w:sz w:val="20"/>
              </w:rPr>
              <w:t>(1)</w:t>
            </w:r>
            <w:r w:rsidR="00C05192" w:rsidRPr="00227BDD">
              <w:rPr>
                <w:b w:val="0"/>
                <w:sz w:val="20"/>
              </w:rPr>
              <w:t>,</w:t>
            </w:r>
            <w:r w:rsidR="000D6CF5" w:rsidRPr="00227BDD">
              <w:rPr>
                <w:b w:val="0"/>
                <w:sz w:val="20"/>
              </w:rPr>
              <w:t xml:space="preserve"> </w:t>
            </w:r>
            <w:r w:rsidR="00C05192" w:rsidRPr="00227BDD">
              <w:rPr>
                <w:b w:val="0"/>
                <w:sz w:val="20"/>
              </w:rPr>
              <w:t>xx-xx</w:t>
            </w:r>
            <w:r>
              <w:rPr>
                <w:b w:val="0"/>
                <w:sz w:val="20"/>
                <w:u w:val="single"/>
              </w:rPr>
              <w:t xml:space="preserve">      </w:t>
            </w:r>
            <w:r w:rsidR="000D6CF5" w:rsidRPr="00227BDD">
              <w:rPr>
                <w:b w:val="0"/>
                <w:sz w:val="20"/>
                <w:u w:val="single"/>
              </w:rPr>
              <w:t xml:space="preserve">    </w:t>
            </w:r>
            <w:r w:rsidR="00836547" w:rsidRPr="00227BDD">
              <w:rPr>
                <w:b w:val="0"/>
                <w:sz w:val="20"/>
                <w:u w:val="single"/>
              </w:rPr>
              <w:t xml:space="preserve">      </w:t>
            </w:r>
            <w:r w:rsidR="00AD42F3" w:rsidRPr="00227BDD">
              <w:rPr>
                <w:b w:val="0"/>
                <w:sz w:val="20"/>
                <w:u w:val="single"/>
              </w:rPr>
              <w:t xml:space="preserve">  </w:t>
            </w:r>
            <w:r w:rsidR="000D6CF5" w:rsidRPr="00227BDD">
              <w:rPr>
                <w:b w:val="0"/>
                <w:sz w:val="20"/>
                <w:u w:val="single"/>
              </w:rPr>
              <w:t xml:space="preserve">   </w:t>
            </w:r>
            <w:r w:rsidR="00732F97" w:rsidRPr="00227BDD">
              <w:rPr>
                <w:b w:val="0"/>
                <w:sz w:val="20"/>
                <w:u w:val="single"/>
              </w:rPr>
              <w:t xml:space="preserve"> </w:t>
            </w:r>
            <w:r w:rsidR="00896359" w:rsidRPr="00227BDD">
              <w:rPr>
                <w:b w:val="0"/>
                <w:sz w:val="20"/>
                <w:u w:val="single"/>
              </w:rPr>
              <w:t xml:space="preserve">      </w:t>
            </w:r>
            <w:r>
              <w:rPr>
                <w:b w:val="0"/>
                <w:sz w:val="20"/>
                <w:u w:val="single"/>
              </w:rPr>
              <w:t xml:space="preserve">  </w:t>
            </w:r>
            <w:r w:rsidR="00896359" w:rsidRPr="00227BDD">
              <w:rPr>
                <w:b w:val="0"/>
                <w:sz w:val="20"/>
                <w:u w:val="single"/>
              </w:rPr>
              <w:t xml:space="preserve">  </w:t>
            </w:r>
            <w:r w:rsidR="00732F97" w:rsidRPr="00227BDD">
              <w:rPr>
                <w:b w:val="0"/>
                <w:sz w:val="20"/>
                <w:u w:val="single"/>
              </w:rPr>
              <w:t xml:space="preserve">             </w:t>
            </w:r>
            <w:r w:rsidR="00732F97" w:rsidRPr="00227BDD">
              <w:rPr>
                <w:b w:val="0"/>
                <w:sz w:val="20"/>
                <w:szCs w:val="20"/>
                <w:u w:val="single"/>
              </w:rPr>
              <w:t xml:space="preserve">                       </w:t>
            </w:r>
            <w:r w:rsidR="00732F97" w:rsidRPr="00227BDD">
              <w:rPr>
                <w:b w:val="0"/>
                <w:color w:val="943634" w:themeColor="accent2" w:themeShade="BF"/>
                <w:sz w:val="20"/>
                <w:szCs w:val="20"/>
                <w:highlight w:val="darkCyan"/>
                <w:u w:val="single"/>
              </w:rPr>
              <w:t>.</w:t>
            </w:r>
            <w:r w:rsidR="00732F97" w:rsidRPr="00227BDD">
              <w:rPr>
                <w:b w:val="0"/>
                <w:sz w:val="20"/>
                <w:szCs w:val="20"/>
                <w:highlight w:val="darkCyan"/>
              </w:rPr>
              <w:t xml:space="preserve">   </w:t>
            </w:r>
            <w:proofErr w:type="gramStart"/>
            <w:r w:rsidR="00732F97" w:rsidRPr="00227BDD">
              <w:rPr>
                <w:b w:val="0"/>
                <w:color w:val="FFFFFF" w:themeColor="background1"/>
                <w:sz w:val="20"/>
                <w:szCs w:val="20"/>
                <w:highlight w:val="darkCyan"/>
              </w:rPr>
              <w:t xml:space="preserve">Article </w:t>
            </w:r>
            <w:r w:rsidR="00EF6691" w:rsidRPr="00227BDD">
              <w:rPr>
                <w:b w:val="0"/>
                <w:color w:val="991E05"/>
                <w:sz w:val="20"/>
                <w:szCs w:val="20"/>
                <w:highlight w:val="darkCyan"/>
              </w:rPr>
              <w:t>.</w:t>
            </w:r>
            <w:proofErr w:type="gramEnd"/>
          </w:p>
          <w:p w:rsidR="005F3DBB" w:rsidRDefault="005F3DBB" w:rsidP="00227BDD">
            <w:pPr>
              <w:ind w:left="5515" w:right="-68"/>
              <w:rPr>
                <w:rFonts w:ascii="Arial" w:hAnsi="Arial" w:cs="Arial"/>
                <w:b w:val="0"/>
                <w:color w:val="244061" w:themeColor="accent1" w:themeShade="80"/>
              </w:rPr>
            </w:pPr>
          </w:p>
          <w:p w:rsidR="00732F97" w:rsidRPr="00227BDD" w:rsidRDefault="00227BDD" w:rsidP="00227BDD">
            <w:pPr>
              <w:ind w:left="5515" w:right="-68"/>
              <w:rPr>
                <w:b w:val="0"/>
                <w:color w:val="244061" w:themeColor="accent1" w:themeShade="80"/>
              </w:rPr>
            </w:pPr>
            <w:r w:rsidRPr="00B5704A">
              <w:rPr>
                <w:rFonts w:ascii="Arial" w:hAnsi="Arial" w:cs="Arial"/>
                <w:b w:val="0"/>
                <w:color w:val="244061" w:themeColor="accent1" w:themeShade="80"/>
              </w:rPr>
              <w:t>J</w:t>
            </w:r>
            <w:r w:rsidRPr="00227BDD">
              <w:rPr>
                <w:rFonts w:asciiTheme="majorHAnsi" w:hAnsiTheme="majorHAnsi"/>
                <w:b w:val="0"/>
                <w:color w:val="244061" w:themeColor="accent1" w:themeShade="80"/>
              </w:rPr>
              <w:t>ournal of Integrated</w:t>
            </w:r>
            <w:r>
              <w:rPr>
                <w:b w:val="0"/>
                <w:color w:val="244061" w:themeColor="accent1" w:themeShade="80"/>
              </w:rPr>
              <w:br/>
            </w:r>
            <w:r w:rsidRPr="00227BDD">
              <w:rPr>
                <w:rFonts w:asciiTheme="majorHAnsi" w:hAnsiTheme="majorHAnsi" w:cs="Times New Roman"/>
                <w:b w:val="0"/>
                <w:smallCaps/>
                <w:color w:val="7E0000"/>
                <w:sz w:val="32"/>
                <w:szCs w:val="32"/>
              </w:rPr>
              <w:t>Science</w:t>
            </w:r>
            <w:r w:rsidRPr="00227BDD">
              <w:rPr>
                <w:rFonts w:asciiTheme="majorHAnsi" w:hAnsiTheme="majorHAnsi"/>
                <w:b w:val="0"/>
                <w:smallCaps/>
                <w:color w:val="7E0000"/>
                <w:sz w:val="32"/>
                <w:szCs w:val="32"/>
              </w:rPr>
              <w:t xml:space="preserve"> &amp; Technology</w:t>
            </w:r>
          </w:p>
        </w:tc>
      </w:tr>
    </w:tbl>
    <w:p w:rsidR="006969ED" w:rsidRDefault="006969ED" w:rsidP="00F406E2">
      <w:pPr>
        <w:pStyle w:val="01Title"/>
      </w:pPr>
      <w:r>
        <w:t>Title</w:t>
      </w:r>
      <w:r w:rsidR="00366C01">
        <w:t xml:space="preserve"> – type your manuscript title here, capitalize first </w:t>
      </w:r>
      <w:r w:rsidR="00850B91" w:rsidRPr="00F406E2">
        <w:t>alphabet</w:t>
      </w:r>
      <w:r w:rsidR="00850B91">
        <w:t xml:space="preserve"> </w:t>
      </w:r>
      <w:r w:rsidR="00366C01">
        <w:t xml:space="preserve">and proper nouns </w:t>
      </w:r>
      <w:r w:rsidR="00850B91">
        <w:t>only</w:t>
      </w:r>
    </w:p>
    <w:p w:rsidR="006969ED" w:rsidRDefault="00135908" w:rsidP="00896359">
      <w:pPr>
        <w:pStyle w:val="02AuthorName"/>
        <w:ind w:right="-18"/>
        <w:rPr>
          <w:noProof w:val="0"/>
        </w:rPr>
      </w:pPr>
      <w:r>
        <w:rPr>
          <w:noProof w:val="0"/>
        </w:rPr>
        <w:t>Author Name</w:t>
      </w:r>
      <w:proofErr w:type="gramStart"/>
      <w:r>
        <w:rPr>
          <w:noProof w:val="0"/>
        </w:rPr>
        <w:t>,</w:t>
      </w:r>
      <w:r w:rsidR="00AD42F3" w:rsidRPr="00AD42F3">
        <w:rPr>
          <w:noProof w:val="0"/>
          <w:vertAlign w:val="superscript"/>
        </w:rPr>
        <w:t>1</w:t>
      </w:r>
      <w:proofErr w:type="gramEnd"/>
      <w:r>
        <w:rPr>
          <w:noProof w:val="0"/>
        </w:rPr>
        <w:t xml:space="preserve"> Author Name,</w:t>
      </w:r>
      <w:r w:rsidR="00AD42F3" w:rsidRPr="00AD42F3">
        <w:rPr>
          <w:noProof w:val="0"/>
          <w:vertAlign w:val="superscript"/>
        </w:rPr>
        <w:t>2</w:t>
      </w:r>
      <w:r>
        <w:rPr>
          <w:noProof w:val="0"/>
        </w:rPr>
        <w:t xml:space="preserve"> Author Name</w:t>
      </w:r>
      <w:r w:rsidRPr="00AD42F3">
        <w:rPr>
          <w:noProof w:val="0"/>
          <w:vertAlign w:val="superscript"/>
        </w:rPr>
        <w:t>3</w:t>
      </w:r>
      <w:r w:rsidR="00AD42F3">
        <w:rPr>
          <w:noProof w:val="0"/>
          <w:vertAlign w:val="superscript"/>
        </w:rPr>
        <w:t>*</w:t>
      </w:r>
    </w:p>
    <w:p w:rsidR="006969ED" w:rsidRDefault="00135908" w:rsidP="00F406E2">
      <w:pPr>
        <w:pStyle w:val="03AuthorAddress"/>
      </w:pPr>
      <w:r>
        <w:t>Author Affiliation/</w:t>
      </w:r>
      <w:r w:rsidR="006969ED" w:rsidRPr="00F406E2">
        <w:t>Address</w:t>
      </w:r>
    </w:p>
    <w:p w:rsidR="006F49FD" w:rsidRDefault="006F49FD" w:rsidP="00554268">
      <w:pPr>
        <w:pStyle w:val="ISPgraphicalabstgraphics"/>
        <w:framePr w:w="9510" w:h="2026" w:hRule="exact" w:wrap="notBeside" w:hAnchor="page" w:x="1794" w:y="832"/>
        <w:spacing w:after="0"/>
        <w:rPr>
          <w:sz w:val="20"/>
        </w:rPr>
      </w:pPr>
      <w:r>
        <w:t xml:space="preserve">Insert your graphic for abstract in this space. To insert abstract graphic, delete this text and paste artwork/object inside the frame (do not delete the paragraph sign). Keep the size of the artwork within the size of this box. Use limited Text to the label artwork and diagrams. You </w:t>
      </w:r>
      <w:proofErr w:type="gramStart"/>
      <w:r>
        <w:t xml:space="preserve">can </w:t>
      </w:r>
      <w:r w:rsidR="00227BDD">
        <w:t xml:space="preserve"> </w:t>
      </w:r>
      <w:r>
        <w:t>resize</w:t>
      </w:r>
      <w:proofErr w:type="gramEnd"/>
      <w:r>
        <w:t xml:space="preserve"> the artwork to fit in this box.</w:t>
      </w:r>
    </w:p>
    <w:p w:rsidR="006969ED" w:rsidRDefault="00412208" w:rsidP="00896359">
      <w:pPr>
        <w:pStyle w:val="04ReceivedDate"/>
        <w:ind w:right="-18"/>
        <w:outlineLvl w:val="0"/>
        <w:rPr>
          <w:noProof w:val="0"/>
        </w:rPr>
      </w:pPr>
      <w:r w:rsidRPr="00412208">
        <w:pict>
          <v:shape id="_x0000_s1034" type="#_x0000_t32" style="position:absolute;margin-left:-.75pt;margin-top:17.25pt;width:527.05pt;height:0;z-index:-251654144" o:connectortype="straight" wrapcoords="1 0 1 5 707 5 707 0 1 0" strokecolor="#205867 [1608]" strokeweight="4pt">
            <w10:wrap type="tight"/>
          </v:shape>
        </w:pict>
      </w:r>
      <w:r w:rsidR="00AD42F3">
        <w:rPr>
          <w:noProof w:val="0"/>
        </w:rPr>
        <w:t>Received on:</w:t>
      </w:r>
      <w:r w:rsidR="006969ED">
        <w:rPr>
          <w:noProof w:val="0"/>
        </w:rPr>
        <w:t xml:space="preserve"> (</w:t>
      </w:r>
      <w:r w:rsidR="008402A4">
        <w:rPr>
          <w:noProof w:val="0"/>
        </w:rPr>
        <w:t>add date of submission in DD-M</w:t>
      </w:r>
      <w:r w:rsidR="00ED5E21">
        <w:rPr>
          <w:noProof w:val="0"/>
        </w:rPr>
        <w:t>onth</w:t>
      </w:r>
      <w:r w:rsidR="008402A4">
        <w:rPr>
          <w:noProof w:val="0"/>
        </w:rPr>
        <w:t>-YYYY format</w:t>
      </w:r>
      <w:r w:rsidR="006969ED">
        <w:rPr>
          <w:noProof w:val="0"/>
        </w:rPr>
        <w:t>)</w:t>
      </w:r>
      <w:r w:rsidR="00AD42F3">
        <w:rPr>
          <w:noProof w:val="0"/>
        </w:rPr>
        <w:t>, Accepted and Published on:</w:t>
      </w:r>
    </w:p>
    <w:p w:rsidR="006969ED" w:rsidRDefault="006969ED" w:rsidP="007C10E4">
      <w:pPr>
        <w:pStyle w:val="ISPAbstheading"/>
        <w:outlineLvl w:val="0"/>
      </w:pPr>
      <w:r>
        <w:t>ABSTRACT</w:t>
      </w:r>
    </w:p>
    <w:p w:rsidR="006969ED" w:rsidRDefault="006969ED" w:rsidP="006969ED">
      <w:pPr>
        <w:pStyle w:val="05Abstracttext"/>
      </w:pPr>
      <w:r>
        <w:t xml:space="preserve">All </w:t>
      </w:r>
      <w:r w:rsidR="001B1604">
        <w:t xml:space="preserve">manuscripts </w:t>
      </w:r>
      <w:r>
        <w:t xml:space="preserve">must be accompanied by an abstract containing no more than </w:t>
      </w:r>
      <w:r w:rsidR="001B1604">
        <w:t>1</w:t>
      </w:r>
      <w:r w:rsidR="00B75DC3">
        <w:t>0</w:t>
      </w:r>
      <w:r w:rsidR="001B1604">
        <w:t>0</w:t>
      </w:r>
      <w:r>
        <w:t xml:space="preserve"> words. The abstract should briefly state the reason for the work, the significant results, and the conclusions. A graphic</w:t>
      </w:r>
      <w:r w:rsidR="00B75DC3">
        <w:t xml:space="preserve">al artwork representing the content of paper </w:t>
      </w:r>
      <w:r>
        <w:t xml:space="preserve">must be </w:t>
      </w:r>
      <w:r w:rsidR="00B75DC3">
        <w:t xml:space="preserve">provided for </w:t>
      </w:r>
      <w:r w:rsidR="00617FDA">
        <w:t>manuscript</w:t>
      </w:r>
      <w:r w:rsidR="00B75DC3">
        <w:t>.</w:t>
      </w:r>
      <w:r w:rsidR="004E57A0">
        <w:t xml:space="preserve"> </w:t>
      </w:r>
    </w:p>
    <w:p w:rsidR="00444D6E" w:rsidRDefault="00BB4DC5" w:rsidP="00617FDA">
      <w:pPr>
        <w:pStyle w:val="05Keyword"/>
      </w:pPr>
      <w:r w:rsidRPr="00BB4DC5">
        <w:t>Keywords: Keyword_1</w:t>
      </w:r>
      <w:r w:rsidR="00506C65" w:rsidRPr="00BB4DC5">
        <w:t>, Keyword</w:t>
      </w:r>
      <w:r w:rsidRPr="00BB4DC5">
        <w:t>_2</w:t>
      </w:r>
      <w:r w:rsidR="00506C65" w:rsidRPr="00BB4DC5">
        <w:t>, Keyword</w:t>
      </w:r>
      <w:r w:rsidRPr="00BB4DC5">
        <w:t>_3</w:t>
      </w:r>
      <w:r w:rsidR="00506C65" w:rsidRPr="00BB4DC5">
        <w:t>, Keyword</w:t>
      </w:r>
      <w:r w:rsidRPr="00BB4DC5">
        <w:t>_4</w:t>
      </w:r>
      <w:r w:rsidR="00506C65" w:rsidRPr="00BB4DC5">
        <w:t>, Keyword</w:t>
      </w:r>
      <w:r w:rsidRPr="00BB4DC5">
        <w:t>_5</w:t>
      </w:r>
    </w:p>
    <w:p w:rsidR="00FC7851" w:rsidRDefault="00FC7851" w:rsidP="004E57A0">
      <w:pPr>
        <w:pStyle w:val="06MainText"/>
        <w:rPr>
          <w:b/>
          <w:noProof w:val="0"/>
        </w:rPr>
        <w:sectPr w:rsidR="00FC7851" w:rsidSect="00ED5E21">
          <w:footerReference w:type="default" r:id="rId8"/>
          <w:pgSz w:w="12240" w:h="15840" w:code="1"/>
          <w:pgMar w:top="864" w:right="864" w:bottom="1296" w:left="864" w:header="720" w:footer="720" w:gutter="0"/>
          <w:cols w:space="720"/>
          <w:docGrid w:linePitch="360"/>
        </w:sectPr>
      </w:pPr>
    </w:p>
    <w:p w:rsidR="00267ACE" w:rsidRDefault="00267ACE" w:rsidP="00267ACE">
      <w:pPr>
        <w:pStyle w:val="Heading2"/>
      </w:pPr>
      <w:r>
        <w:lastRenderedPageBreak/>
        <w:t>Introduction</w:t>
      </w:r>
    </w:p>
    <w:p w:rsidR="00B75DC3" w:rsidRPr="00836547" w:rsidRDefault="00B75DC3" w:rsidP="00554268">
      <w:pPr>
        <w:pStyle w:val="Authoradd"/>
        <w:framePr w:h="1981" w:hRule="exact" w:vSpace="130" w:wrap="around" w:vAnchor="page" w:hAnchor="page" w:x="871" w:y="12526" w:anchorLock="1"/>
        <w:numPr>
          <w:ilvl w:val="0"/>
          <w:numId w:val="0"/>
        </w:numPr>
        <w:pBdr>
          <w:top w:val="single" w:sz="4" w:space="6" w:color="auto"/>
        </w:pBdr>
        <w:rPr>
          <w:sz w:val="18"/>
        </w:rPr>
      </w:pPr>
      <w:r w:rsidRPr="00836547">
        <w:rPr>
          <w:sz w:val="18"/>
        </w:rPr>
        <w:t>Corresponding</w:t>
      </w:r>
      <w:r w:rsidR="009B44AD">
        <w:rPr>
          <w:sz w:val="18"/>
        </w:rPr>
        <w:t xml:space="preserve"> </w:t>
      </w:r>
      <w:r w:rsidRPr="00836547">
        <w:rPr>
          <w:sz w:val="18"/>
        </w:rPr>
        <w:t>Author</w:t>
      </w:r>
      <w:r w:rsidR="009B44AD">
        <w:rPr>
          <w:sz w:val="18"/>
        </w:rPr>
        <w:t xml:space="preserve"> name</w:t>
      </w:r>
      <w:r w:rsidR="00554268">
        <w:rPr>
          <w:sz w:val="18"/>
        </w:rPr>
        <w:t>, address</w:t>
      </w:r>
      <w:r w:rsidRPr="00836547">
        <w:rPr>
          <w:sz w:val="18"/>
        </w:rPr>
        <w:br/>
        <w:t>Tel</w:t>
      </w:r>
      <w:r w:rsidR="00506C65" w:rsidRPr="00836547">
        <w:rPr>
          <w:sz w:val="18"/>
        </w:rPr>
        <w:t xml:space="preserve">: </w:t>
      </w:r>
      <w:r w:rsidRPr="00836547">
        <w:rPr>
          <w:sz w:val="18"/>
        </w:rPr>
        <w:br/>
        <w:t>Email:</w:t>
      </w:r>
    </w:p>
    <w:p w:rsidR="00B75DC3" w:rsidRPr="00836547" w:rsidRDefault="00B75DC3" w:rsidP="00554268">
      <w:pPr>
        <w:pStyle w:val="Authoradd"/>
        <w:framePr w:h="1981" w:hRule="exact" w:vSpace="130" w:wrap="around" w:vAnchor="page" w:hAnchor="page" w:x="871" w:y="12526" w:anchorLock="1"/>
        <w:numPr>
          <w:ilvl w:val="0"/>
          <w:numId w:val="0"/>
        </w:numPr>
        <w:pBdr>
          <w:top w:val="single" w:sz="4" w:space="6" w:color="auto"/>
        </w:pBdr>
        <w:rPr>
          <w:sz w:val="18"/>
        </w:rPr>
      </w:pPr>
      <w:r w:rsidRPr="00836547">
        <w:rPr>
          <w:sz w:val="18"/>
        </w:rPr>
        <w:t xml:space="preserve">Cite as: </w:t>
      </w:r>
      <w:r w:rsidR="009B44AD">
        <w:rPr>
          <w:i/>
          <w:sz w:val="18"/>
        </w:rPr>
        <w:t>J. I</w:t>
      </w:r>
      <w:r w:rsidR="00E609E3">
        <w:rPr>
          <w:i/>
          <w:sz w:val="18"/>
        </w:rPr>
        <w:t>nt</w:t>
      </w:r>
      <w:r w:rsidR="00FE35BA" w:rsidRPr="00836547">
        <w:rPr>
          <w:i/>
          <w:sz w:val="18"/>
        </w:rPr>
        <w:t xml:space="preserve">. </w:t>
      </w:r>
      <w:r w:rsidR="009B44AD">
        <w:rPr>
          <w:i/>
          <w:sz w:val="18"/>
        </w:rPr>
        <w:t>Sci</w:t>
      </w:r>
      <w:r w:rsidR="00FE35BA" w:rsidRPr="00836547">
        <w:rPr>
          <w:i/>
          <w:sz w:val="18"/>
        </w:rPr>
        <w:t xml:space="preserve">. </w:t>
      </w:r>
      <w:r w:rsidR="009B44AD">
        <w:rPr>
          <w:i/>
          <w:sz w:val="18"/>
        </w:rPr>
        <w:t>Technol</w:t>
      </w:r>
      <w:r w:rsidRPr="00836547">
        <w:rPr>
          <w:i/>
          <w:sz w:val="18"/>
        </w:rPr>
        <w:t>., 201</w:t>
      </w:r>
      <w:r w:rsidR="00554268">
        <w:rPr>
          <w:i/>
          <w:sz w:val="18"/>
        </w:rPr>
        <w:t>7</w:t>
      </w:r>
      <w:r w:rsidRPr="00836547">
        <w:rPr>
          <w:i/>
          <w:sz w:val="18"/>
        </w:rPr>
        <w:t xml:space="preserve">, </w:t>
      </w:r>
      <w:r w:rsidR="009B44AD">
        <w:rPr>
          <w:i/>
          <w:sz w:val="18"/>
        </w:rPr>
        <w:t>5</w:t>
      </w:r>
      <w:r w:rsidRPr="00836547">
        <w:rPr>
          <w:i/>
          <w:sz w:val="18"/>
        </w:rPr>
        <w:t>(</w:t>
      </w:r>
      <w:r w:rsidR="00836547">
        <w:rPr>
          <w:i/>
          <w:sz w:val="18"/>
        </w:rPr>
        <w:t>1</w:t>
      </w:r>
      <w:r w:rsidRPr="00836547">
        <w:rPr>
          <w:i/>
          <w:sz w:val="18"/>
        </w:rPr>
        <w:t>), xx-xx.</w:t>
      </w:r>
    </w:p>
    <w:p w:rsidR="00B75DC3" w:rsidRPr="00836547" w:rsidRDefault="00B75DC3" w:rsidP="00554268">
      <w:pPr>
        <w:pStyle w:val="Authoradd"/>
        <w:framePr w:h="1981" w:hRule="exact" w:vSpace="130" w:wrap="around" w:vAnchor="page" w:hAnchor="page" w:x="871" w:y="12526" w:anchorLock="1"/>
        <w:numPr>
          <w:ilvl w:val="0"/>
          <w:numId w:val="0"/>
        </w:numPr>
        <w:pBdr>
          <w:top w:val="single" w:sz="4" w:space="6" w:color="auto"/>
        </w:pBdr>
        <w:rPr>
          <w:sz w:val="18"/>
        </w:rPr>
      </w:pPr>
      <w:r w:rsidRPr="00836547">
        <w:rPr>
          <w:sz w:val="18"/>
        </w:rPr>
        <w:t>©IS Publications</w:t>
      </w:r>
      <w:r w:rsidR="00836547">
        <w:rPr>
          <w:sz w:val="18"/>
        </w:rPr>
        <w:t xml:space="preserve">      </w:t>
      </w:r>
      <w:r w:rsidR="009B44AD" w:rsidRPr="009B44AD">
        <w:rPr>
          <w:sz w:val="16"/>
        </w:rPr>
        <w:t>ISSN: 2321-4635</w:t>
      </w:r>
      <w:r w:rsidR="009B44AD">
        <w:rPr>
          <w:sz w:val="18"/>
        </w:rPr>
        <w:t xml:space="preserve">   </w:t>
      </w:r>
      <w:r w:rsidR="00836547">
        <w:rPr>
          <w:sz w:val="18"/>
        </w:rPr>
        <w:t xml:space="preserve">     </w:t>
      </w:r>
      <w:r w:rsidR="009B44AD">
        <w:rPr>
          <w:sz w:val="18"/>
        </w:rPr>
        <w:t xml:space="preserve">     http://pubs.iscience.in/jist</w:t>
      </w:r>
      <w:r w:rsidR="00836547">
        <w:rPr>
          <w:sz w:val="18"/>
        </w:rPr>
        <w:t xml:space="preserve"> </w:t>
      </w:r>
    </w:p>
    <w:p w:rsidR="00B75DC3" w:rsidRDefault="006969ED" w:rsidP="00B75DC3">
      <w:pPr>
        <w:pStyle w:val="06MainText"/>
      </w:pPr>
      <w:r>
        <w:rPr>
          <w:b/>
        </w:rPr>
        <w:t>Text</w:t>
      </w:r>
      <w:r>
        <w:t xml:space="preserve">. </w:t>
      </w:r>
      <w:r w:rsidR="00B75DC3" w:rsidRPr="00364410">
        <w:t>Please read these instructions carefully. When you use this template, a new document containing the instruction text will be created, which you can save in your hard disk for reference. Use the styles, fonts and point sizes as defined in this template, but do not change or redefine them in any way as this will lead to unpredictable results.</w:t>
      </w:r>
      <w:r w:rsidR="00B75DC3">
        <w:t xml:space="preserve"> </w:t>
      </w:r>
      <w:r w:rsidR="00B75DC3" w:rsidRPr="00364410">
        <w:t xml:space="preserve">This template should </w:t>
      </w:r>
      <w:r w:rsidR="00506C65">
        <w:t>direct you step by step guidelines to write manuscript efficiently</w:t>
      </w:r>
      <w:r w:rsidR="00B75DC3" w:rsidRPr="00364410">
        <w:t>. It should follow you in how you want to write your paper, not force you to fill in bits and pieces of text. It should allow you to type any text, copy from previous versions, or load an already existing plain text to be formatted. You will therefore find no fill-in screens; you will not need to remember shortcut keys, to use lists of styles, bother about alignment, indents, fonts and point sizes. Just a mouse-click at one of the menu options will give you the style that you want.</w:t>
      </w:r>
      <w:r w:rsidR="00B75DC3">
        <w:t xml:space="preserve"> </w:t>
      </w:r>
      <w:r w:rsidR="00506C65">
        <w:t>However, i</w:t>
      </w:r>
      <w:r w:rsidR="00B75DC3" w:rsidRPr="00364410">
        <w:t xml:space="preserve">t should be emphasized that the final appearance of </w:t>
      </w:r>
      <w:r w:rsidR="00B75DC3" w:rsidRPr="00364410">
        <w:lastRenderedPageBreak/>
        <w:t xml:space="preserve">your paper </w:t>
      </w:r>
      <w:r w:rsidR="00506C65">
        <w:t>may</w:t>
      </w:r>
      <w:r w:rsidR="00B75DC3" w:rsidRPr="00364410">
        <w:t xml:space="preserve"> vary to </w:t>
      </w:r>
      <w:r w:rsidR="00506C65">
        <w:t xml:space="preserve">some </w:t>
      </w:r>
      <w:r w:rsidR="00B75DC3" w:rsidRPr="00364410">
        <w:t>extent from the presentation achieved in this Word® document</w:t>
      </w:r>
      <w:r w:rsidR="00B75DC3">
        <w:t xml:space="preserve">. </w:t>
      </w:r>
    </w:p>
    <w:p w:rsidR="00B75DC3" w:rsidRDefault="00B75DC3" w:rsidP="00B75DC3">
      <w:pPr>
        <w:pStyle w:val="06MainText"/>
      </w:pPr>
      <w:r w:rsidRPr="00AC713A">
        <w:t>A template (with its file name ending on .dot, rather than on .doc) in Word® is a “mold” that formats documents based on it. If you click ‘New’ on the ‘File’ menu, what you see and open are in fact templates. To use the template you should first save it with the other templates. To do this, click on ‘New’ on the ‘File’ menu, choose the ‘General’ tab and paste the template there. To create a new document, select the template, choose the Create New Document option, and double-click on the template icon. Save the document. OR simply click to open the downloaded template and write your text at designated places in this document and save it as new document. You can use the styles for different sections as that will appear in the style area of word.</w:t>
      </w:r>
      <w:r>
        <w:t xml:space="preserve"> </w:t>
      </w:r>
    </w:p>
    <w:p w:rsidR="00B75DC3" w:rsidRDefault="00B75DC3" w:rsidP="00B75DC3">
      <w:pPr>
        <w:pStyle w:val="06MainText"/>
      </w:pPr>
      <w:r w:rsidRPr="00AC713A">
        <w:t>The template formats your text by using a Word feature called ‘Styles’. Styles define the format (or appearance) of</w:t>
      </w:r>
      <w:r w:rsidR="00506C65">
        <w:t xml:space="preserve"> the text of</w:t>
      </w:r>
      <w:r w:rsidRPr="00AC713A">
        <w:t xml:space="preserve"> </w:t>
      </w:r>
      <w:r w:rsidR="00506C65">
        <w:t>the</w:t>
      </w:r>
      <w:r w:rsidRPr="00AC713A">
        <w:t xml:space="preserve"> paragraph </w:t>
      </w:r>
      <w:r w:rsidR="00506C65">
        <w:t>regarding</w:t>
      </w:r>
      <w:r w:rsidRPr="00AC713A">
        <w:t xml:space="preserve"> letter size, indentation, line spacing, etc. </w:t>
      </w:r>
      <w:r w:rsidR="005F3DBB">
        <w:t xml:space="preserve">Just check the Style column in MS-word program above (Home &gt; Styles ), clicking on respective style formats the text of selection. </w:t>
      </w:r>
      <w:r w:rsidRPr="00AC713A">
        <w:t>If you’re not familiar with using styles, do not worry; the template arranges everything for you in a user-friendly way.</w:t>
      </w:r>
      <w:r>
        <w:t xml:space="preserve"> </w:t>
      </w:r>
      <w:r w:rsidRPr="00AC713A">
        <w:t xml:space="preserve">Just copy paste your text in this paragraph and delete this text. And use the same font size as </w:t>
      </w:r>
      <w:r w:rsidR="00506C65">
        <w:t>depicted in template</w:t>
      </w:r>
      <w:r w:rsidRPr="00AC713A">
        <w:t>.</w:t>
      </w:r>
    </w:p>
    <w:p w:rsidR="006969ED" w:rsidRDefault="006969ED" w:rsidP="00B75DC3">
      <w:pPr>
        <w:pStyle w:val="06MainText"/>
        <w:rPr>
          <w:noProof w:val="0"/>
        </w:rPr>
      </w:pPr>
      <w:r>
        <w:rPr>
          <w:noProof w:val="0"/>
        </w:rPr>
        <w:t xml:space="preserve">This is the body of the manuscript. </w:t>
      </w:r>
      <w:r w:rsidR="00FC7851">
        <w:rPr>
          <w:noProof w:val="0"/>
        </w:rPr>
        <w:t>S</w:t>
      </w:r>
      <w:r>
        <w:rPr>
          <w:noProof w:val="0"/>
        </w:rPr>
        <w:t xml:space="preserve">ection headings such as "Introduction" </w:t>
      </w:r>
      <w:r w:rsidR="00B75DC3">
        <w:rPr>
          <w:noProof w:val="0"/>
        </w:rPr>
        <w:t>“Result</w:t>
      </w:r>
      <w:r w:rsidR="00506C65">
        <w:rPr>
          <w:noProof w:val="0"/>
        </w:rPr>
        <w:t>s</w:t>
      </w:r>
      <w:r w:rsidR="00B75DC3">
        <w:rPr>
          <w:noProof w:val="0"/>
        </w:rPr>
        <w:t xml:space="preserve"> and Discussion” “Experimental </w:t>
      </w:r>
      <w:r w:rsidR="00B75DC3">
        <w:rPr>
          <w:noProof w:val="0"/>
        </w:rPr>
        <w:lastRenderedPageBreak/>
        <w:t xml:space="preserve">Protocols” </w:t>
      </w:r>
      <w:r w:rsidR="00FC7851">
        <w:rPr>
          <w:noProof w:val="0"/>
        </w:rPr>
        <w:t xml:space="preserve">etc can be </w:t>
      </w:r>
      <w:r>
        <w:rPr>
          <w:noProof w:val="0"/>
        </w:rPr>
        <w:t>used</w:t>
      </w:r>
      <w:r w:rsidR="00267ACE">
        <w:rPr>
          <w:noProof w:val="0"/>
        </w:rPr>
        <w:t xml:space="preserve"> </w:t>
      </w:r>
      <w:r w:rsidR="00B75DC3">
        <w:rPr>
          <w:noProof w:val="0"/>
        </w:rPr>
        <w:t>for full length articles</w:t>
      </w:r>
      <w:r>
        <w:rPr>
          <w:noProof w:val="0"/>
        </w:rPr>
        <w:t>.</w:t>
      </w:r>
      <w:r w:rsidR="00B75DC3">
        <w:rPr>
          <w:noProof w:val="0"/>
        </w:rPr>
        <w:t xml:space="preserve"> </w:t>
      </w:r>
      <w:r>
        <w:rPr>
          <w:noProof w:val="0"/>
        </w:rPr>
        <w:t xml:space="preserve">Experimental details should be </w:t>
      </w:r>
      <w:r w:rsidR="00FC7851">
        <w:rPr>
          <w:noProof w:val="0"/>
        </w:rPr>
        <w:t xml:space="preserve">kept in experimental section (Separate file for </w:t>
      </w:r>
      <w:r>
        <w:rPr>
          <w:noProof w:val="0"/>
        </w:rPr>
        <w:t>Supporting Information</w:t>
      </w:r>
      <w:r w:rsidR="00FC7851">
        <w:rPr>
          <w:noProof w:val="0"/>
        </w:rPr>
        <w:t xml:space="preserve"> having graphics, data supporting the experiments </w:t>
      </w:r>
      <w:r w:rsidR="008B1556">
        <w:rPr>
          <w:noProof w:val="0"/>
        </w:rPr>
        <w:t>may also</w:t>
      </w:r>
      <w:r w:rsidR="00FC7851">
        <w:rPr>
          <w:noProof w:val="0"/>
        </w:rPr>
        <w:t xml:space="preserve"> be included </w:t>
      </w:r>
      <w:r w:rsidR="008B1556">
        <w:rPr>
          <w:noProof w:val="0"/>
        </w:rPr>
        <w:t xml:space="preserve">in </w:t>
      </w:r>
      <w:proofErr w:type="spellStart"/>
      <w:r w:rsidR="008B1556">
        <w:rPr>
          <w:noProof w:val="0"/>
        </w:rPr>
        <w:t>pdf</w:t>
      </w:r>
      <w:proofErr w:type="spellEnd"/>
      <w:r w:rsidR="008B1556">
        <w:rPr>
          <w:noProof w:val="0"/>
        </w:rPr>
        <w:t xml:space="preserve"> format </w:t>
      </w:r>
      <w:r w:rsidR="00FC7851">
        <w:rPr>
          <w:noProof w:val="0"/>
        </w:rPr>
        <w:t>with submission).</w:t>
      </w:r>
      <w:r w:rsidR="00B75DC3">
        <w:rPr>
          <w:noProof w:val="0"/>
        </w:rPr>
        <w:t xml:space="preserve"> Short communications should not have such headings.</w:t>
      </w:r>
      <w:r w:rsidR="00FC7851">
        <w:rPr>
          <w:noProof w:val="0"/>
        </w:rPr>
        <w:t xml:space="preserve"> </w:t>
      </w:r>
    </w:p>
    <w:p w:rsidR="00FE35BA" w:rsidRDefault="003F3BF1" w:rsidP="00E609E3">
      <w:pPr>
        <w:pStyle w:val="06MainText"/>
      </w:pPr>
      <w:r w:rsidRPr="00AC713A">
        <w:t xml:space="preserve">Table and graphics should be inserted at appropriate places and the font size and spacing should be same as text (Times New Roman, </w:t>
      </w:r>
      <w:r>
        <w:t>9.5</w:t>
      </w:r>
      <w:r w:rsidRPr="00AC713A">
        <w:t xml:space="preserve">, single spaced). </w:t>
      </w:r>
      <w:r w:rsidR="00FE35BA">
        <w:t>You can insert double column table/graphics by inserting box (use textbox option of word (Insert &gt; textbox)). The table should be having only horizontal lines/borders (vertical lines for column should be removed). Tables should be provided with table caption with table number above the table.</w:t>
      </w:r>
    </w:p>
    <w:p w:rsidR="00E609E3" w:rsidRDefault="00FE35BA" w:rsidP="00E609E3">
      <w:pPr>
        <w:pStyle w:val="06MainText"/>
      </w:pPr>
      <w:r>
        <w:t>To insert a single column graphics/image/figure, use the ‘Normal’ style. For the insertion of graphics, place the cursor where you want to insert the graphics, insert a line break (simply press ‘Enter’), select the ‘Normal’ style for the line and then copy and insert your graphics/image/figure.</w:t>
      </w:r>
    </w:p>
    <w:p w:rsidR="00E609E3" w:rsidRDefault="00E609E3" w:rsidP="00E609E3">
      <w:pPr>
        <w:pStyle w:val="06MainText"/>
      </w:pPr>
    </w:p>
    <w:p w:rsidR="00E609E3" w:rsidRDefault="00E609E3" w:rsidP="00E609E3">
      <w:r>
        <w:rPr>
          <w:noProof/>
          <w:lang w:val="en-IN" w:eastAsia="en-IN"/>
        </w:rPr>
        <w:drawing>
          <wp:inline distT="0" distB="0" distL="0" distR="0">
            <wp:extent cx="3219450" cy="24098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3219450" cy="2409825"/>
                    </a:xfrm>
                    <a:prstGeom prst="rect">
                      <a:avLst/>
                    </a:prstGeom>
                    <a:noFill/>
                    <a:ln w="9525">
                      <a:noFill/>
                      <a:miter lim="800000"/>
                      <a:headEnd/>
                      <a:tailEnd/>
                    </a:ln>
                  </pic:spPr>
                </pic:pic>
              </a:graphicData>
            </a:graphic>
          </wp:inline>
        </w:drawing>
      </w:r>
    </w:p>
    <w:p w:rsidR="00E609E3" w:rsidRPr="00E609E3" w:rsidRDefault="00E609E3" w:rsidP="00E609E3">
      <w:pPr>
        <w:rPr>
          <w:rFonts w:ascii="Times New Roman" w:hAnsi="Times New Roman" w:cs="Times New Roman"/>
          <w:sz w:val="18"/>
        </w:rPr>
      </w:pPr>
      <w:proofErr w:type="gramStart"/>
      <w:r w:rsidRPr="00E609E3">
        <w:rPr>
          <w:rFonts w:ascii="Times New Roman" w:hAnsi="Times New Roman" w:cs="Times New Roman"/>
          <w:b/>
          <w:sz w:val="18"/>
        </w:rPr>
        <w:t>Figure 1</w:t>
      </w:r>
      <w:r w:rsidRPr="00E609E3">
        <w:rPr>
          <w:rFonts w:ascii="Times New Roman" w:hAnsi="Times New Roman" w:cs="Times New Roman"/>
          <w:sz w:val="18"/>
        </w:rPr>
        <w:t>.</w:t>
      </w:r>
      <w:proofErr w:type="gramEnd"/>
      <w:r w:rsidRPr="00E609E3">
        <w:rPr>
          <w:rFonts w:ascii="Times New Roman" w:hAnsi="Times New Roman" w:cs="Times New Roman"/>
          <w:sz w:val="18"/>
        </w:rPr>
        <w:t xml:space="preserve"> </w:t>
      </w:r>
      <w:proofErr w:type="gramStart"/>
      <w:r w:rsidRPr="00E609E3">
        <w:rPr>
          <w:rFonts w:ascii="Times New Roman" w:hAnsi="Times New Roman" w:cs="Times New Roman"/>
          <w:sz w:val="18"/>
        </w:rPr>
        <w:t>figure</w:t>
      </w:r>
      <w:proofErr w:type="gramEnd"/>
      <w:r w:rsidRPr="00E609E3">
        <w:rPr>
          <w:rFonts w:ascii="Times New Roman" w:hAnsi="Times New Roman" w:cs="Times New Roman"/>
          <w:sz w:val="18"/>
        </w:rPr>
        <w:t xml:space="preserve"> caption here. </w:t>
      </w:r>
      <w:proofErr w:type="gramStart"/>
      <w:r w:rsidRPr="00E609E3">
        <w:rPr>
          <w:rFonts w:ascii="Times New Roman" w:hAnsi="Times New Roman" w:cs="Times New Roman"/>
          <w:sz w:val="18"/>
        </w:rPr>
        <w:t>Times</w:t>
      </w:r>
      <w:proofErr w:type="gramEnd"/>
      <w:r w:rsidRPr="00E609E3">
        <w:rPr>
          <w:rFonts w:ascii="Times New Roman" w:hAnsi="Times New Roman" w:cs="Times New Roman"/>
          <w:sz w:val="18"/>
        </w:rPr>
        <w:t xml:space="preserve"> new roman, font size: 9, normal, single line space.</w:t>
      </w:r>
    </w:p>
    <w:p w:rsidR="00FE35BA" w:rsidRDefault="00FE35BA" w:rsidP="00E609E3">
      <w:pPr>
        <w:pStyle w:val="06MainText"/>
      </w:pPr>
      <w:r>
        <w:t xml:space="preserve"> For two column wide graphics/image, use the box of word (Insert &gt; text box).</w:t>
      </w:r>
    </w:p>
    <w:p w:rsidR="00FE35BA" w:rsidRDefault="00FE35BA" w:rsidP="00FE35BA">
      <w:pPr>
        <w:pStyle w:val="06MainText"/>
      </w:pPr>
      <w:r>
        <w:t xml:space="preserve">A detailed step wise instruction is provided for insertion of graphics/figure/graphs/table online at this link </w:t>
      </w:r>
      <w:hyperlink r:id="rId10" w:history="1">
        <w:r w:rsidRPr="00B058F2">
          <w:rPr>
            <w:rStyle w:val="Hyperlink"/>
          </w:rPr>
          <w:t>http://pubs.iscience.in/insert-figure</w:t>
        </w:r>
      </w:hyperlink>
      <w:r>
        <w:t xml:space="preserve"> </w:t>
      </w:r>
    </w:p>
    <w:p w:rsidR="00267ACE" w:rsidRDefault="006969ED" w:rsidP="00FE35BA">
      <w:pPr>
        <w:pStyle w:val="06MainText"/>
        <w:rPr>
          <w:noProof w:val="0"/>
        </w:rPr>
      </w:pPr>
      <w:r>
        <w:rPr>
          <w:b/>
          <w:noProof w:val="0"/>
        </w:rPr>
        <w:t>Displayed equations</w:t>
      </w:r>
      <w:r>
        <w:rPr>
          <w:noProof w:val="0"/>
        </w:rPr>
        <w:t xml:space="preserve"> should b</w:t>
      </w:r>
      <w:r w:rsidR="00FC7851">
        <w:rPr>
          <w:noProof w:val="0"/>
        </w:rPr>
        <w:t>e assigned “Normal Text”</w:t>
      </w:r>
      <w:r w:rsidR="008B1556">
        <w:rPr>
          <w:noProof w:val="0"/>
        </w:rPr>
        <w:t>, font size 9, times new roman</w:t>
      </w:r>
      <w:r>
        <w:rPr>
          <w:noProof w:val="0"/>
        </w:rPr>
        <w:t xml:space="preserve">. Displayed equations </w:t>
      </w:r>
      <w:r w:rsidR="00267ACE">
        <w:rPr>
          <w:noProof w:val="0"/>
        </w:rPr>
        <w:t xml:space="preserve">should </w:t>
      </w:r>
      <w:r>
        <w:rPr>
          <w:noProof w:val="0"/>
        </w:rPr>
        <w:t xml:space="preserve">be one </w:t>
      </w:r>
      <w:r>
        <w:rPr>
          <w:noProof w:val="0"/>
        </w:rPr>
        <w:lastRenderedPageBreak/>
        <w:t>column wide. If artwork needs to be two columns wide, it must be relabeled as a Figure or Scheme.</w:t>
      </w:r>
      <w:r w:rsidR="00267ACE">
        <w:rPr>
          <w:noProof w:val="0"/>
        </w:rPr>
        <w:t xml:space="preserve"> </w:t>
      </w:r>
    </w:p>
    <w:p w:rsidR="00267ACE" w:rsidRDefault="00267ACE" w:rsidP="00267ACE">
      <w:pPr>
        <w:pStyle w:val="06MainText"/>
        <w:rPr>
          <w:noProof w:val="0"/>
        </w:rPr>
      </w:pPr>
      <w:r>
        <w:rPr>
          <w:noProof w:val="0"/>
        </w:rPr>
        <w:t>Result</w:t>
      </w:r>
      <w:r w:rsidR="00506C65">
        <w:rPr>
          <w:noProof w:val="0"/>
        </w:rPr>
        <w:t>s</w:t>
      </w:r>
      <w:r>
        <w:rPr>
          <w:noProof w:val="0"/>
        </w:rPr>
        <w:t xml:space="preserve"> and discussion section should be one and combined. The experimental section should be kept </w:t>
      </w:r>
      <w:r w:rsidR="008B1556">
        <w:rPr>
          <w:noProof w:val="0"/>
        </w:rPr>
        <w:t xml:space="preserve">before </w:t>
      </w:r>
      <w:r>
        <w:rPr>
          <w:noProof w:val="0"/>
        </w:rPr>
        <w:t>the result</w:t>
      </w:r>
      <w:r w:rsidR="00506C65">
        <w:rPr>
          <w:noProof w:val="0"/>
        </w:rPr>
        <w:t>s</w:t>
      </w:r>
      <w:r>
        <w:rPr>
          <w:noProof w:val="0"/>
        </w:rPr>
        <w:t xml:space="preserve"> and discussion section.</w:t>
      </w:r>
      <w:r w:rsidR="008B1556">
        <w:rPr>
          <w:noProof w:val="0"/>
        </w:rPr>
        <w:t xml:space="preserve"> A conclusion section should be after result and discussion section.</w:t>
      </w:r>
    </w:p>
    <w:p w:rsidR="00267ACE" w:rsidRPr="00267ACE" w:rsidRDefault="00267ACE" w:rsidP="00267ACE">
      <w:pPr>
        <w:pStyle w:val="06MainText"/>
        <w:rPr>
          <w:b/>
        </w:rPr>
      </w:pPr>
      <w:r w:rsidRPr="00267ACE">
        <w:rPr>
          <w:b/>
        </w:rPr>
        <w:t>Bibliography</w:t>
      </w:r>
    </w:p>
    <w:p w:rsidR="00267ACE" w:rsidRDefault="00267ACE" w:rsidP="00267ACE">
      <w:pPr>
        <w:pStyle w:val="06MainText"/>
      </w:pPr>
      <w:r>
        <w:t xml:space="preserve">References and notes in the text should be </w:t>
      </w:r>
      <w:r w:rsidRPr="005F3DBB">
        <w:rPr>
          <w:b/>
        </w:rPr>
        <w:t>indicated by superscript Arabic numerals that run consecutively through the paper and appear after any punctuation</w:t>
      </w:r>
      <w:r w:rsidR="005F3DBB">
        <w:t xml:space="preserve"> (i.e. sequential superscript numbers placed after the punctuations, no brackets)</w:t>
      </w:r>
      <w:r>
        <w:t>. Authors should ensure that all references are cited in the text and vice versa. Authors are expected to check the original source reference for accuracy. Journal titles should be abbreviated according to example provided in references section below. Include the page number for references. See examples for journal articles,</w:t>
      </w:r>
      <w:r w:rsidRPr="00267ACE">
        <w:rPr>
          <w:vertAlign w:val="superscript"/>
        </w:rPr>
        <w:t>1</w:t>
      </w:r>
      <w:r>
        <w:t xml:space="preserve"> theses,</w:t>
      </w:r>
      <w:r w:rsidRPr="00267ACE">
        <w:rPr>
          <w:vertAlign w:val="superscript"/>
        </w:rPr>
        <w:t>2</w:t>
      </w:r>
      <w:r>
        <w:t xml:space="preserve"> books,</w:t>
      </w:r>
      <w:r w:rsidRPr="00267ACE">
        <w:rPr>
          <w:vertAlign w:val="superscript"/>
        </w:rPr>
        <w:t>3,4</w:t>
      </w:r>
      <w:r>
        <w:t xml:space="preserve"> and patents,</w:t>
      </w:r>
      <w:r w:rsidRPr="00267ACE">
        <w:rPr>
          <w:vertAlign w:val="superscript"/>
        </w:rPr>
        <w:t>5</w:t>
      </w:r>
      <w:r>
        <w:t xml:space="preserve"> shown in the References section.</w:t>
      </w:r>
      <w:r w:rsidR="003F3BF1">
        <w:t xml:space="preserve"> </w:t>
      </w:r>
      <w:r w:rsidR="008B1556">
        <w:t>Authors are highly encouraged to use citation manager and i</w:t>
      </w:r>
      <w:r w:rsidR="003F3BF1">
        <w:t>f you use citation manager program such as EndNote</w:t>
      </w:r>
      <w:r w:rsidR="008B1556">
        <w:t>, Mendelay, Paper 2, or Zotero</w:t>
      </w:r>
      <w:r w:rsidR="003F3BF1">
        <w:t xml:space="preserve"> then you can download </w:t>
      </w:r>
      <w:r w:rsidR="008B1556">
        <w:t xml:space="preserve">respectie </w:t>
      </w:r>
      <w:r w:rsidR="003F3BF1">
        <w:t>style file which is provided on Authors guidelines section of journal site.</w:t>
      </w:r>
    </w:p>
    <w:p w:rsidR="00267ACE" w:rsidRDefault="00267ACE" w:rsidP="00267ACE">
      <w:pPr>
        <w:pStyle w:val="Heading2"/>
      </w:pPr>
      <w:r>
        <w:t>Acknowledgments</w:t>
      </w:r>
    </w:p>
    <w:p w:rsidR="00267ACE" w:rsidRDefault="00267ACE" w:rsidP="00E609E3">
      <w:pPr>
        <w:pStyle w:val="06MainText"/>
      </w:pPr>
      <w:r>
        <w:t>Acknowledgments should be inserted at the end of the paper, before the references, not as a footnote to the title. Use the unnumbered style for the Acknowledgments heading.</w:t>
      </w:r>
    </w:p>
    <w:p w:rsidR="00267ACE" w:rsidRDefault="00267ACE" w:rsidP="00267ACE">
      <w:pPr>
        <w:pStyle w:val="Heading2"/>
      </w:pPr>
      <w:r>
        <w:t>References and notes</w:t>
      </w:r>
    </w:p>
    <w:p w:rsidR="003F3BF1" w:rsidRDefault="003F3BF1" w:rsidP="003F3BF1">
      <w:pPr>
        <w:pStyle w:val="07references"/>
      </w:pPr>
      <w:r>
        <w:t xml:space="preserve">1. R. Ping, M. Laura, P.S. Mario. Title of the journal article should be included here. </w:t>
      </w:r>
      <w:r>
        <w:rPr>
          <w:i/>
        </w:rPr>
        <w:t>Int</w:t>
      </w:r>
      <w:r w:rsidRPr="00267ACE">
        <w:rPr>
          <w:i/>
        </w:rPr>
        <w:t xml:space="preserve">. </w:t>
      </w:r>
      <w:r>
        <w:rPr>
          <w:i/>
        </w:rPr>
        <w:t>Lett</w:t>
      </w:r>
      <w:r w:rsidRPr="00267ACE">
        <w:rPr>
          <w:i/>
        </w:rPr>
        <w:t>.</w:t>
      </w:r>
      <w:r>
        <w:rPr>
          <w:i/>
        </w:rPr>
        <w:t xml:space="preserve">Org. </w:t>
      </w:r>
      <w:r w:rsidRPr="00267ACE">
        <w:rPr>
          <w:i/>
        </w:rPr>
        <w:t>Chem</w:t>
      </w:r>
      <w:r>
        <w:t xml:space="preserve">. </w:t>
      </w:r>
      <w:r w:rsidRPr="00267ACE">
        <w:rPr>
          <w:b/>
        </w:rPr>
        <w:t>1996</w:t>
      </w:r>
      <w:r>
        <w:t xml:space="preserve">, 61, 4439–4449. </w:t>
      </w:r>
    </w:p>
    <w:p w:rsidR="003F3BF1" w:rsidRDefault="003F3BF1" w:rsidP="003F3BF1">
      <w:pPr>
        <w:pStyle w:val="07references"/>
      </w:pPr>
      <w:r>
        <w:t xml:space="preserve">2. B.K. Sharma. </w:t>
      </w:r>
      <w:proofErr w:type="gramStart"/>
      <w:r>
        <w:t xml:space="preserve">Ph.D. Dissertation, Thesis Title, Cornell University, </w:t>
      </w:r>
      <w:r w:rsidRPr="00267ACE">
        <w:rPr>
          <w:b/>
        </w:rPr>
        <w:t>1995</w:t>
      </w:r>
      <w:r>
        <w:t>.</w:t>
      </w:r>
      <w:proofErr w:type="gramEnd"/>
    </w:p>
    <w:p w:rsidR="003F3BF1" w:rsidRDefault="003F3BF1" w:rsidP="003F3BF1">
      <w:pPr>
        <w:pStyle w:val="07references"/>
      </w:pPr>
      <w:r>
        <w:t xml:space="preserve">3. R. </w:t>
      </w:r>
      <w:proofErr w:type="spellStart"/>
      <w:r>
        <w:t>Hussain</w:t>
      </w:r>
      <w:proofErr w:type="spellEnd"/>
      <w:r>
        <w:t xml:space="preserve">, D. </w:t>
      </w:r>
      <w:proofErr w:type="spellStart"/>
      <w:r>
        <w:t>Shinkoi</w:t>
      </w:r>
      <w:proofErr w:type="spellEnd"/>
      <w:r>
        <w:t xml:space="preserve">. Title of </w:t>
      </w:r>
      <w:r w:rsidR="00506C65">
        <w:t>book</w:t>
      </w:r>
      <w:r>
        <w:t xml:space="preserve"> like Synthesis and application of ionic liquid, John Wiley &amp; Sons: New York, </w:t>
      </w:r>
      <w:r>
        <w:rPr>
          <w:b/>
        </w:rPr>
        <w:t>2010</w:t>
      </w:r>
      <w:r>
        <w:t>.</w:t>
      </w:r>
    </w:p>
    <w:p w:rsidR="003F3BF1" w:rsidRDefault="003F3BF1" w:rsidP="003F3BF1">
      <w:pPr>
        <w:pStyle w:val="07references"/>
      </w:pPr>
      <w:r>
        <w:t xml:space="preserve">4. R.S. </w:t>
      </w:r>
      <w:proofErr w:type="spellStart"/>
      <w:r>
        <w:t>Buchanod</w:t>
      </w:r>
      <w:proofErr w:type="spellEnd"/>
      <w:r>
        <w:t xml:space="preserve">, D.K. Reddy. In Selective Organic Transformations; T.R. </w:t>
      </w:r>
      <w:proofErr w:type="spellStart"/>
      <w:r>
        <w:t>Thyagarajan</w:t>
      </w:r>
      <w:proofErr w:type="spellEnd"/>
      <w:r>
        <w:t xml:space="preserve">, Ed.; </w:t>
      </w:r>
      <w:r w:rsidR="00506C65">
        <w:t>Integrated science</w:t>
      </w:r>
      <w:r>
        <w:t xml:space="preserve">: New York, </w:t>
      </w:r>
      <w:r>
        <w:rPr>
          <w:b/>
        </w:rPr>
        <w:t>200</w:t>
      </w:r>
      <w:r w:rsidRPr="00267ACE">
        <w:rPr>
          <w:b/>
        </w:rPr>
        <w:t>2</w:t>
      </w:r>
      <w:r>
        <w:t>; Vol. 2, pp 1–95.</w:t>
      </w:r>
    </w:p>
    <w:p w:rsidR="00267ACE" w:rsidRDefault="003F3BF1" w:rsidP="003F3BF1">
      <w:pPr>
        <w:pStyle w:val="07references"/>
      </w:pPr>
      <w:proofErr w:type="gramStart"/>
      <w:r>
        <w:t xml:space="preserve">5. G.L. </w:t>
      </w:r>
      <w:proofErr w:type="spellStart"/>
      <w:r>
        <w:t>Loyale</w:t>
      </w:r>
      <w:proofErr w:type="spellEnd"/>
      <w:r>
        <w:t xml:space="preserve">, U.S. Patent 5 934 456, </w:t>
      </w:r>
      <w:r w:rsidRPr="00267ACE">
        <w:rPr>
          <w:b/>
        </w:rPr>
        <w:t>19</w:t>
      </w:r>
      <w:r>
        <w:rPr>
          <w:b/>
        </w:rPr>
        <w:t>98</w:t>
      </w:r>
      <w:r>
        <w:t xml:space="preserve">; Chem. </w:t>
      </w:r>
      <w:proofErr w:type="spellStart"/>
      <w:r>
        <w:t>Abstr</w:t>
      </w:r>
      <w:proofErr w:type="spellEnd"/>
      <w:r>
        <w:t>.</w:t>
      </w:r>
      <w:proofErr w:type="gramEnd"/>
      <w:r>
        <w:t xml:space="preserve"> </w:t>
      </w:r>
      <w:proofErr w:type="gramStart"/>
      <w:r w:rsidRPr="00267ACE">
        <w:rPr>
          <w:b/>
        </w:rPr>
        <w:t>19</w:t>
      </w:r>
      <w:r>
        <w:rPr>
          <w:b/>
        </w:rPr>
        <w:t>9</w:t>
      </w:r>
      <w:r w:rsidRPr="00267ACE">
        <w:rPr>
          <w:b/>
        </w:rPr>
        <w:t>8</w:t>
      </w:r>
      <w:r>
        <w:t>, 65, 2870.</w:t>
      </w:r>
      <w:proofErr w:type="gramEnd"/>
    </w:p>
    <w:p w:rsidR="00267ACE" w:rsidRDefault="00267ACE" w:rsidP="00267ACE">
      <w:pPr>
        <w:pStyle w:val="06MainText"/>
        <w:ind w:firstLine="0"/>
        <w:rPr>
          <w:rFonts w:ascii="Calibri" w:eastAsiaTheme="minorHAnsi" w:hAnsi="Calibri" w:cstheme="minorBidi"/>
          <w:noProof w:val="0"/>
          <w:sz w:val="22"/>
          <w:szCs w:val="22"/>
        </w:rPr>
      </w:pPr>
    </w:p>
    <w:p w:rsidR="00267ACE" w:rsidRDefault="00267ACE" w:rsidP="00267ACE">
      <w:pPr>
        <w:pStyle w:val="06MainText"/>
        <w:ind w:firstLine="0"/>
      </w:pPr>
      <w:r>
        <w:t>Supplementary Material</w:t>
      </w:r>
    </w:p>
    <w:p w:rsidR="00267ACE" w:rsidRDefault="00D60BBF" w:rsidP="00267ACE">
      <w:pPr>
        <w:pStyle w:val="06MainText"/>
      </w:pPr>
      <w:r>
        <w:t xml:space="preserve">Authors are required to prepare and submit a graphical abstract. The graphical abstract details are available at </w:t>
      </w:r>
      <w:hyperlink r:id="rId11" w:history="1">
        <w:r w:rsidRPr="00B058F2">
          <w:rPr>
            <w:rStyle w:val="Hyperlink"/>
          </w:rPr>
          <w:t>http://pubs.iscience.in/graphical-abstract</w:t>
        </w:r>
      </w:hyperlink>
      <w:r>
        <w:t xml:space="preserve"> . </w:t>
      </w:r>
      <w:r w:rsidR="00267ACE">
        <w:t>Supplementary material that may be helpful in the review process should be prepared and provided as a separate electronic file. That file can then be transformed into PDF format and submitted along with the manuscript and graphic files to the appropriate editorial office.</w:t>
      </w:r>
    </w:p>
    <w:p w:rsidR="00267ACE" w:rsidRDefault="00267ACE" w:rsidP="00267ACE">
      <w:pPr>
        <w:pStyle w:val="06MainText"/>
        <w:sectPr w:rsidR="00267ACE" w:rsidSect="00ED5E21">
          <w:headerReference w:type="default" r:id="rId12"/>
          <w:type w:val="continuous"/>
          <w:pgSz w:w="12240" w:h="15840" w:code="1"/>
          <w:pgMar w:top="864" w:right="864" w:bottom="1296" w:left="864" w:header="720" w:footer="720" w:gutter="0"/>
          <w:cols w:num="2" w:space="360"/>
          <w:docGrid w:linePitch="360"/>
        </w:sectPr>
      </w:pPr>
    </w:p>
    <w:p w:rsidR="00267ACE" w:rsidRDefault="00267ACE" w:rsidP="00267ACE">
      <w:pPr>
        <w:pStyle w:val="06MainText"/>
      </w:pPr>
    </w:p>
    <w:p w:rsidR="00531782" w:rsidRDefault="00531782" w:rsidP="00267ACE">
      <w:pPr>
        <w:pStyle w:val="06MainText"/>
      </w:pPr>
    </w:p>
    <w:p w:rsidR="00267ACE" w:rsidRDefault="005F3DBB" w:rsidP="00506C65">
      <w:pPr>
        <w:pStyle w:val="06MainText"/>
        <w:ind w:firstLine="0"/>
      </w:pPr>
      <w:r w:rsidRPr="00F54C1F">
        <w:rPr>
          <w:lang w:eastAsia="zh-TW"/>
        </w:rPr>
        <w:pict>
          <v:shapetype id="_x0000_t202" coordsize="21600,21600" o:spt="202" path="m,l,21600r21600,l21600,xe">
            <v:stroke joinstyle="miter"/>
            <v:path gradientshapeok="t" o:connecttype="rect"/>
          </v:shapetype>
          <v:shape id="_x0000_s1037" type="#_x0000_t202" style="position:absolute;left:0;text-align:left;margin-left:-.35pt;margin-top:2.3pt;width:525.65pt;height:91.5pt;z-index:251666432;mso-height-percent:200;mso-height-percent:200;mso-width-relative:margin;mso-height-relative:margin">
            <v:textbox style="mso-fit-shape-to-text:t">
              <w:txbxContent>
                <w:p w:rsidR="005F3DBB" w:rsidRPr="005F3DBB" w:rsidRDefault="005F3DBB">
                  <w:pPr>
                    <w:rPr>
                      <w:rFonts w:ascii="Times New Roman" w:hAnsi="Times New Roman" w:cs="Times New Roman"/>
                      <w:sz w:val="18"/>
                    </w:rPr>
                  </w:pPr>
                  <w:r w:rsidRPr="005F3DBB">
                    <w:rPr>
                      <w:rFonts w:ascii="Times New Roman" w:hAnsi="Times New Roman" w:cs="Times New Roman"/>
                      <w:sz w:val="18"/>
                    </w:rPr>
                    <w:t>To insert a two column wide Figure, Artwork, Chemical Equation or Two column wide Table, use this box template. Copy the box and paste where you want to insert figure or table and then copy/paste your text/figure inside the box. You can resize box depending upon figure/table size. If you don’t need this two column figure/table box (or when you are done with copy/paste of this box) then delete this box. For table text, use Times Font, 9 text size, single space. If you find problem in using this box, then you can use textbox feature of word to insert the graphics (Insert &gt; Text Box in word main menu)</w:t>
                  </w:r>
                </w:p>
              </w:txbxContent>
            </v:textbox>
          </v:shape>
        </w:pict>
      </w:r>
    </w:p>
    <w:p w:rsidR="00850B91" w:rsidRDefault="00850B91" w:rsidP="00850B91">
      <w:pPr>
        <w:pStyle w:val="06MainText"/>
        <w:ind w:firstLine="0"/>
      </w:pPr>
    </w:p>
    <w:p w:rsidR="00423562" w:rsidRDefault="00423562" w:rsidP="00850B91">
      <w:pPr>
        <w:pStyle w:val="06MainText"/>
        <w:ind w:firstLine="0"/>
      </w:pPr>
    </w:p>
    <w:p w:rsidR="00423562" w:rsidRDefault="00423562" w:rsidP="00850B91">
      <w:pPr>
        <w:pStyle w:val="06MainText"/>
        <w:ind w:firstLine="0"/>
      </w:pPr>
    </w:p>
    <w:p w:rsidR="00423562" w:rsidRDefault="00423562" w:rsidP="00850B91">
      <w:pPr>
        <w:pStyle w:val="06MainText"/>
        <w:ind w:firstLine="0"/>
      </w:pPr>
    </w:p>
    <w:p w:rsidR="00423562" w:rsidRDefault="00423562" w:rsidP="00850B91">
      <w:pPr>
        <w:pStyle w:val="06MainText"/>
        <w:ind w:firstLine="0"/>
      </w:pPr>
    </w:p>
    <w:p w:rsidR="00423562" w:rsidRDefault="00423562" w:rsidP="00850B91">
      <w:pPr>
        <w:pStyle w:val="06MainText"/>
        <w:ind w:firstLine="0"/>
      </w:pPr>
    </w:p>
    <w:p w:rsidR="00B44EC3" w:rsidRDefault="00B44EC3" w:rsidP="00850B91">
      <w:pPr>
        <w:pStyle w:val="06MainText"/>
        <w:ind w:firstLine="0"/>
      </w:pPr>
    </w:p>
    <w:p w:rsidR="00267ACE" w:rsidRPr="00267ACE" w:rsidRDefault="00267ACE" w:rsidP="00423562">
      <w:pPr>
        <w:pStyle w:val="06MainText"/>
        <w:ind w:firstLine="0"/>
      </w:pPr>
    </w:p>
    <w:sectPr w:rsidR="00267ACE" w:rsidRPr="00267ACE" w:rsidSect="00ED5E21">
      <w:type w:val="continuous"/>
      <w:pgSz w:w="12240" w:h="15840" w:code="1"/>
      <w:pgMar w:top="864" w:right="864" w:bottom="1296" w:left="864" w:header="720" w:footer="720" w:gutter="0"/>
      <w:cols w:num="2" w:space="36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3DBB" w:rsidRDefault="005F3DBB" w:rsidP="00531782">
      <w:pPr>
        <w:spacing w:after="0"/>
      </w:pPr>
      <w:r>
        <w:separator/>
      </w:r>
    </w:p>
  </w:endnote>
  <w:endnote w:type="continuationSeparator" w:id="1">
    <w:p w:rsidR="005F3DBB" w:rsidRDefault="005F3DBB" w:rsidP="0053178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782" w:rsidRPr="009B44AD" w:rsidRDefault="00412208">
    <w:pPr>
      <w:pStyle w:val="Footer"/>
      <w:rPr>
        <w:color w:val="943634" w:themeColor="accent2" w:themeShade="BF"/>
      </w:rPr>
    </w:pPr>
    <w:r w:rsidRPr="00412208">
      <w:rPr>
        <w:rFonts w:ascii="Cambria" w:hAnsi="Cambria"/>
        <w:color w:val="943634" w:themeColor="accent2" w:themeShade="BF"/>
      </w:rPr>
      <w:pict>
        <v:roundrect id="_x0000_s12289" style="position:absolute;margin-left:309.5pt;margin-top:.75pt;width:215.3pt;height:15.25pt;z-index:251658240;mso-width-relative:margin;mso-height-relative:margin" arcsize="10923f" fillcolor="#daeef3 [664]" strokecolor="#e5f4f7" strokeweight="1pt">
          <v:textbox style="mso-next-textbox:#_x0000_s12289" inset=",0,,0">
            <w:txbxContent>
              <w:p w:rsidR="00896359" w:rsidRDefault="009B44AD" w:rsidP="00896359">
                <w:r>
                  <w:rPr>
                    <w:sz w:val="20"/>
                  </w:rPr>
                  <w:t xml:space="preserve">J. </w:t>
                </w:r>
                <w:r w:rsidR="000D6CF5">
                  <w:rPr>
                    <w:sz w:val="20"/>
                  </w:rPr>
                  <w:t>Int</w:t>
                </w:r>
                <w:r w:rsidR="00896359" w:rsidRPr="00862574">
                  <w:rPr>
                    <w:sz w:val="20"/>
                  </w:rPr>
                  <w:t xml:space="preserve">. </w:t>
                </w:r>
                <w:r>
                  <w:rPr>
                    <w:sz w:val="20"/>
                  </w:rPr>
                  <w:t>Sci. Technol</w:t>
                </w:r>
                <w:r w:rsidR="00896359">
                  <w:rPr>
                    <w:sz w:val="20"/>
                  </w:rPr>
                  <w:t>.</w:t>
                </w:r>
                <w:r w:rsidR="00896359" w:rsidRPr="00862574">
                  <w:rPr>
                    <w:sz w:val="20"/>
                  </w:rPr>
                  <w:t>, 201</w:t>
                </w:r>
                <w:r>
                  <w:rPr>
                    <w:sz w:val="20"/>
                  </w:rPr>
                  <w:t>7</w:t>
                </w:r>
                <w:r w:rsidR="000D6CF5">
                  <w:rPr>
                    <w:sz w:val="20"/>
                  </w:rPr>
                  <w:t xml:space="preserve">, </w:t>
                </w:r>
                <w:r>
                  <w:rPr>
                    <w:sz w:val="20"/>
                  </w:rPr>
                  <w:t>5</w:t>
                </w:r>
                <w:r w:rsidR="00896359" w:rsidRPr="00862574">
                  <w:rPr>
                    <w:sz w:val="20"/>
                  </w:rPr>
                  <w:t>(</w:t>
                </w:r>
                <w:r w:rsidR="00836547">
                  <w:rPr>
                    <w:sz w:val="20"/>
                  </w:rPr>
                  <w:t>1</w:t>
                </w:r>
                <w:r w:rsidR="00896359" w:rsidRPr="00862574">
                  <w:rPr>
                    <w:sz w:val="20"/>
                  </w:rPr>
                  <w:t>), xx-xx</w:t>
                </w:r>
                <w:r w:rsidR="00896359">
                  <w:t xml:space="preserve">    </w:t>
                </w:r>
                <w:r w:rsidR="000D6CF5">
                  <w:t xml:space="preserve">   </w:t>
                </w:r>
                <w:r w:rsidR="00896359">
                  <w:t xml:space="preserve">         </w:t>
                </w:r>
                <w:sdt>
                  <w:sdtPr>
                    <w:id w:val="3582644"/>
                    <w:docPartObj>
                      <w:docPartGallery w:val="Page Numbers (Bottom of Page)"/>
                      <w:docPartUnique/>
                    </w:docPartObj>
                  </w:sdtPr>
                  <w:sdtContent>
                    <w:r w:rsidR="00412208">
                      <w:fldChar w:fldCharType="begin"/>
                    </w:r>
                    <w:r w:rsidR="00C87A3C" w:rsidRPr="00CC0E40">
                      <w:instrText xml:space="preserve"> PAGE   \* MERGEFORMAT </w:instrText>
                    </w:r>
                    <w:r w:rsidR="00412208">
                      <w:fldChar w:fldCharType="separate"/>
                    </w:r>
                    <w:r w:rsidR="009F71B5">
                      <w:rPr>
                        <w:noProof/>
                      </w:rPr>
                      <w:t>2</w:t>
                    </w:r>
                    <w:r w:rsidR="00412208">
                      <w:fldChar w:fldCharType="end"/>
                    </w:r>
                  </w:sdtContent>
                </w:sdt>
              </w:p>
            </w:txbxContent>
          </v:textbox>
        </v:roundrect>
      </w:pict>
    </w:r>
    <w:r w:rsidR="009B44AD" w:rsidRPr="009B44AD">
      <w:rPr>
        <w:rFonts w:ascii="Cambria" w:hAnsi="Cambria"/>
        <w:color w:val="943634" w:themeColor="accent2" w:themeShade="BF"/>
      </w:rPr>
      <w:t>Journal of Integrated Science and Technology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3DBB" w:rsidRDefault="005F3DBB" w:rsidP="00531782">
      <w:pPr>
        <w:spacing w:after="0"/>
      </w:pPr>
      <w:r>
        <w:separator/>
      </w:r>
    </w:p>
  </w:footnote>
  <w:footnote w:type="continuationSeparator" w:id="1">
    <w:p w:rsidR="005F3DBB" w:rsidRDefault="005F3DBB" w:rsidP="00531782">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268" w:rsidRPr="00381E0D" w:rsidRDefault="00554268" w:rsidP="00554268">
    <w:pPr>
      <w:pStyle w:val="Header"/>
      <w:spacing w:after="120"/>
      <w:jc w:val="right"/>
      <w:rPr>
        <w:rFonts w:ascii="Times New Roman" w:hAnsi="Times New Roman" w:cs="Times New Roman"/>
        <w:i/>
        <w:color w:val="215868" w:themeColor="accent5" w:themeShade="80"/>
        <w:sz w:val="20"/>
      </w:rPr>
    </w:pPr>
    <w:r w:rsidRPr="00381E0D">
      <w:rPr>
        <w:rFonts w:ascii="Times New Roman" w:hAnsi="Times New Roman" w:cs="Times New Roman"/>
        <w:i/>
        <w:color w:val="215868" w:themeColor="accent5" w:themeShade="80"/>
        <w:sz w:val="20"/>
      </w:rPr>
      <w:t xml:space="preserve">First author et. </w:t>
    </w:r>
    <w:proofErr w:type="gramStart"/>
    <w:r w:rsidRPr="00381E0D">
      <w:rPr>
        <w:rFonts w:ascii="Times New Roman" w:hAnsi="Times New Roman" w:cs="Times New Roman"/>
        <w:i/>
        <w:color w:val="215868" w:themeColor="accent5" w:themeShade="80"/>
        <w:sz w:val="20"/>
      </w:rPr>
      <w:t>al</w:t>
    </w:r>
    <w:proofErr w:type="gramEnd"/>
    <w:r w:rsidRPr="00381E0D">
      <w:rPr>
        <w:rFonts w:ascii="Times New Roman" w:hAnsi="Times New Roman" w:cs="Times New Roman"/>
        <w:i/>
        <w:color w:val="215868" w:themeColor="accent5" w:themeShade="80"/>
        <w:sz w:val="20"/>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69112E"/>
    <w:multiLevelType w:val="multilevel"/>
    <w:tmpl w:val="2976199E"/>
    <w:lvl w:ilvl="0">
      <w:start w:val="1"/>
      <w:numFmt w:val="decimal"/>
      <w:pStyle w:val="Authoradd"/>
      <w:suff w:val="space"/>
      <w:lvlText w:val="%1."/>
      <w:lvlJc w:val="left"/>
      <w:pPr>
        <w:ind w:left="0" w:firstLine="0"/>
      </w:pPr>
      <w:rPr>
        <w:rFonts w:hint="default"/>
      </w:rPr>
    </w:lvl>
    <w:lvl w:ilvl="1">
      <w:start w:val="1"/>
      <w:numFmt w:val="decimal"/>
      <w:pStyle w:val="ElsHeading2"/>
      <w:suff w:val="space"/>
      <w:lvlText w:val="%1.%2."/>
      <w:lvlJc w:val="left"/>
      <w:pPr>
        <w:ind w:left="0" w:firstLine="0"/>
      </w:pPr>
      <w:rPr>
        <w:rFonts w:hint="default"/>
      </w:rPr>
    </w:lvl>
    <w:lvl w:ilvl="2">
      <w:start w:val="1"/>
      <w:numFmt w:val="decimal"/>
      <w:pStyle w:val="ElsHeading3"/>
      <w:suff w:val="space"/>
      <w:lvlText w:val="%1.%2.%3."/>
      <w:lvlJc w:val="left"/>
      <w:pPr>
        <w:ind w:left="0" w:firstLine="0"/>
      </w:pPr>
      <w:rPr>
        <w:rFonts w:hint="default"/>
      </w:rPr>
    </w:lvl>
    <w:lvl w:ilvl="3">
      <w:start w:val="1"/>
      <w:numFmt w:val="decimal"/>
      <w:pStyle w:val="ElsHeading4"/>
      <w:suff w:val="space"/>
      <w:lvlText w:val="%1.%2.%3.%4."/>
      <w:lvlJc w:val="left"/>
      <w:pPr>
        <w:ind w:left="0" w:firstLine="0"/>
      </w:pPr>
      <w:rPr>
        <w:rFonts w:hint="default"/>
      </w:rPr>
    </w:lvl>
    <w:lvl w:ilvl="4">
      <w:start w:val="1"/>
      <w:numFmt w:val="decimal"/>
      <w:pStyle w:val="ElsHeading5"/>
      <w:suff w:val="space"/>
      <w:lvlText w:val="%1.%2.%3.%4.%5."/>
      <w:lvlJc w:val="left"/>
      <w:pPr>
        <w:ind w:left="0" w:firstLine="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3554"/>
    <o:shapelayout v:ext="edit">
      <o:idmap v:ext="edit" data="12"/>
    </o:shapelayout>
  </w:hdrShapeDefaults>
  <w:footnotePr>
    <w:footnote w:id="0"/>
    <w:footnote w:id="1"/>
  </w:footnotePr>
  <w:endnotePr>
    <w:endnote w:id="0"/>
    <w:endnote w:id="1"/>
  </w:endnotePr>
  <w:compat/>
  <w:rsids>
    <w:rsidRoot w:val="009F71B5"/>
    <w:rsid w:val="00023E46"/>
    <w:rsid w:val="000501D7"/>
    <w:rsid w:val="000823BE"/>
    <w:rsid w:val="000A239A"/>
    <w:rsid w:val="000D6CF5"/>
    <w:rsid w:val="00135908"/>
    <w:rsid w:val="00136C27"/>
    <w:rsid w:val="001B1604"/>
    <w:rsid w:val="00225B3F"/>
    <w:rsid w:val="00227BDD"/>
    <w:rsid w:val="00260DF8"/>
    <w:rsid w:val="00267ACE"/>
    <w:rsid w:val="002E3312"/>
    <w:rsid w:val="002E59C6"/>
    <w:rsid w:val="00366C01"/>
    <w:rsid w:val="00381E0D"/>
    <w:rsid w:val="00382FD3"/>
    <w:rsid w:val="003F3BF1"/>
    <w:rsid w:val="00412208"/>
    <w:rsid w:val="00415FE5"/>
    <w:rsid w:val="00423562"/>
    <w:rsid w:val="00436528"/>
    <w:rsid w:val="00444D6E"/>
    <w:rsid w:val="00477669"/>
    <w:rsid w:val="004E57A0"/>
    <w:rsid w:val="004F7A99"/>
    <w:rsid w:val="00506C65"/>
    <w:rsid w:val="00531782"/>
    <w:rsid w:val="00537932"/>
    <w:rsid w:val="00554268"/>
    <w:rsid w:val="005B7153"/>
    <w:rsid w:val="005F3DBB"/>
    <w:rsid w:val="005F50B2"/>
    <w:rsid w:val="00617FDA"/>
    <w:rsid w:val="00630CF1"/>
    <w:rsid w:val="00630DFE"/>
    <w:rsid w:val="00695A11"/>
    <w:rsid w:val="006969ED"/>
    <w:rsid w:val="006F49FD"/>
    <w:rsid w:val="006F7834"/>
    <w:rsid w:val="00732F97"/>
    <w:rsid w:val="00746570"/>
    <w:rsid w:val="00756FB5"/>
    <w:rsid w:val="00784D91"/>
    <w:rsid w:val="007B1C5E"/>
    <w:rsid w:val="007C10E4"/>
    <w:rsid w:val="007C4CE9"/>
    <w:rsid w:val="00836547"/>
    <w:rsid w:val="008402A4"/>
    <w:rsid w:val="00850B91"/>
    <w:rsid w:val="008912B0"/>
    <w:rsid w:val="00896359"/>
    <w:rsid w:val="008A3EB4"/>
    <w:rsid w:val="008B1556"/>
    <w:rsid w:val="00965FC3"/>
    <w:rsid w:val="009B44AD"/>
    <w:rsid w:val="009E346F"/>
    <w:rsid w:val="009E5572"/>
    <w:rsid w:val="009F71B5"/>
    <w:rsid w:val="00A2641B"/>
    <w:rsid w:val="00A61679"/>
    <w:rsid w:val="00A735D2"/>
    <w:rsid w:val="00AB1500"/>
    <w:rsid w:val="00AD42F3"/>
    <w:rsid w:val="00AE2503"/>
    <w:rsid w:val="00B14211"/>
    <w:rsid w:val="00B24EE3"/>
    <w:rsid w:val="00B44EC3"/>
    <w:rsid w:val="00B460F4"/>
    <w:rsid w:val="00B75DC3"/>
    <w:rsid w:val="00B97594"/>
    <w:rsid w:val="00BB4DC5"/>
    <w:rsid w:val="00BD6017"/>
    <w:rsid w:val="00C05192"/>
    <w:rsid w:val="00C6764C"/>
    <w:rsid w:val="00C87A3C"/>
    <w:rsid w:val="00CC0E40"/>
    <w:rsid w:val="00D5194D"/>
    <w:rsid w:val="00D60BBF"/>
    <w:rsid w:val="00D61FBC"/>
    <w:rsid w:val="00D7103D"/>
    <w:rsid w:val="00DC1246"/>
    <w:rsid w:val="00DD11F5"/>
    <w:rsid w:val="00E5008D"/>
    <w:rsid w:val="00E609E3"/>
    <w:rsid w:val="00E70973"/>
    <w:rsid w:val="00EC1B9C"/>
    <w:rsid w:val="00ED5E21"/>
    <w:rsid w:val="00EF6691"/>
    <w:rsid w:val="00F406E2"/>
    <w:rsid w:val="00FC7851"/>
    <w:rsid w:val="00FE35BA"/>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rules v:ext="edit">
        <o:r id="V:Rule3" type="connector" idref="#_x0000_s1034"/>
        <o:r id="V:Rule4"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08 figure"/>
    <w:qFormat/>
    <w:rsid w:val="00381E0D"/>
    <w:pPr>
      <w:spacing w:after="60"/>
    </w:pPr>
    <w:rPr>
      <w:rFonts w:ascii="Calibri" w:hAnsi="Calibri"/>
    </w:rPr>
  </w:style>
  <w:style w:type="paragraph" w:styleId="Heading1">
    <w:name w:val="heading 1"/>
    <w:basedOn w:val="Normal"/>
    <w:next w:val="Normal"/>
    <w:link w:val="Heading1Char"/>
    <w:uiPriority w:val="9"/>
    <w:qFormat/>
    <w:rsid w:val="00267AC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07_texthead"/>
    <w:basedOn w:val="Normal"/>
    <w:next w:val="Normal"/>
    <w:link w:val="Heading2Char"/>
    <w:uiPriority w:val="9"/>
    <w:unhideWhenUsed/>
    <w:qFormat/>
    <w:rsid w:val="00F406E2"/>
    <w:pPr>
      <w:keepNext/>
      <w:keepLines/>
      <w:spacing w:before="120" w:after="40"/>
      <w:outlineLvl w:val="1"/>
    </w:pPr>
    <w:rPr>
      <w:rFonts w:ascii="Cambria" w:eastAsiaTheme="majorEastAsia" w:hAnsi="Cambria" w:cstheme="majorBidi"/>
      <w:b/>
      <w:bCs/>
      <w:smallCaps/>
      <w:color w:val="1F5D63"/>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Cbl_article_Cite,iast_abstract"/>
    <w:basedOn w:val="TableNormal"/>
    <w:uiPriority w:val="59"/>
    <w:rsid w:val="00AE2503"/>
    <w:rPr>
      <w:rFonts w:ascii="Cambria" w:hAnsi="Cambria"/>
      <w:sz w:val="20"/>
    </w:rPr>
    <w:tblPr>
      <w:tblInd w:w="0" w:type="dxa"/>
      <w:tblCellMar>
        <w:top w:w="0" w:type="dxa"/>
        <w:left w:w="108" w:type="dxa"/>
        <w:bottom w:w="0" w:type="dxa"/>
        <w:right w:w="108" w:type="dxa"/>
      </w:tblCellMar>
    </w:tblPr>
    <w:tblStylePr w:type="firstRow">
      <w:rPr>
        <w:rFonts w:ascii="Cambria" w:hAnsi="Cambria"/>
        <w:b/>
        <w:color w:val="auto"/>
        <w:sz w:val="22"/>
      </w:rPr>
      <w:tblPr/>
      <w:tcPr>
        <w:tcBorders>
          <w:tl2br w:val="none" w:sz="0" w:space="0" w:color="auto"/>
          <w:tr2bl w:val="none" w:sz="0" w:space="0" w:color="auto"/>
        </w:tcBorders>
      </w:tcPr>
    </w:tblStylePr>
    <w:tblStylePr w:type="lastCol">
      <w:rPr>
        <w:rFonts w:ascii="Cambria" w:hAnsi="Cambria"/>
        <w:b w:val="0"/>
        <w:sz w:val="20"/>
      </w:rPr>
      <w:tblPr/>
      <w:tcPr>
        <w:tcBorders>
          <w:top w:val="nil"/>
          <w:left w:val="nil"/>
          <w:bottom w:val="nil"/>
          <w:right w:val="nil"/>
          <w:insideH w:val="nil"/>
          <w:insideV w:val="nil"/>
          <w:tl2br w:val="nil"/>
          <w:tr2bl w:val="nil"/>
        </w:tcBorders>
        <w:shd w:val="clear" w:color="auto" w:fill="auto"/>
      </w:tcPr>
    </w:tblStylePr>
  </w:style>
  <w:style w:type="paragraph" w:customStyle="1" w:styleId="ijstArticlehistory">
    <w:name w:val="ijst_Articlehistory"/>
    <w:rsid w:val="00225B3F"/>
    <w:pPr>
      <w:spacing w:line="200" w:lineRule="exact"/>
    </w:pPr>
    <w:rPr>
      <w:rFonts w:ascii="Times New Roman" w:eastAsia="Times New Roman" w:hAnsi="Times New Roman" w:cs="Times New Roman"/>
      <w:i/>
      <w:sz w:val="16"/>
      <w:szCs w:val="20"/>
    </w:rPr>
  </w:style>
  <w:style w:type="paragraph" w:customStyle="1" w:styleId="07references">
    <w:name w:val="07_references"/>
    <w:qFormat/>
    <w:rsid w:val="00F406E2"/>
    <w:pPr>
      <w:spacing w:line="200" w:lineRule="exact"/>
      <w:ind w:left="170" w:hanging="170"/>
    </w:pPr>
    <w:rPr>
      <w:rFonts w:ascii="Times New Roman" w:eastAsia="Times New Roman" w:hAnsi="Times New Roman" w:cs="Times New Roman"/>
      <w:sz w:val="16"/>
      <w:szCs w:val="20"/>
    </w:rPr>
  </w:style>
  <w:style w:type="paragraph" w:customStyle="1" w:styleId="ijstAuthor">
    <w:name w:val="ijst_Author"/>
    <w:next w:val="07references"/>
    <w:qFormat/>
    <w:rsid w:val="00BD6017"/>
    <w:pPr>
      <w:spacing w:after="160" w:line="290" w:lineRule="exact"/>
    </w:pPr>
    <w:rPr>
      <w:rFonts w:ascii="Times New Roman" w:eastAsia="Times New Roman" w:hAnsi="Times New Roman" w:cs="Times New Roman"/>
      <w:sz w:val="24"/>
      <w:szCs w:val="20"/>
    </w:rPr>
  </w:style>
  <w:style w:type="paragraph" w:customStyle="1" w:styleId="ijstAbstracthead">
    <w:name w:val="ijst_Abstracthead"/>
    <w:basedOn w:val="Normal"/>
    <w:next w:val="Normal"/>
    <w:rsid w:val="00225B3F"/>
    <w:pPr>
      <w:spacing w:line="200" w:lineRule="exact"/>
    </w:pPr>
    <w:rPr>
      <w:rFonts w:ascii="Times New Roman" w:eastAsia="Times New Roman" w:hAnsi="Times New Roman" w:cs="Times New Roman"/>
      <w:b/>
      <w:smallCaps/>
      <w:spacing w:val="24"/>
      <w:sz w:val="20"/>
      <w:szCs w:val="20"/>
    </w:rPr>
  </w:style>
  <w:style w:type="paragraph" w:customStyle="1" w:styleId="ijstAbstractText">
    <w:name w:val="ijst_AbstractText"/>
    <w:qFormat/>
    <w:rsid w:val="00BD6017"/>
    <w:pPr>
      <w:spacing w:after="80" w:line="200" w:lineRule="exact"/>
      <w:ind w:left="720"/>
      <w:jc w:val="both"/>
    </w:pPr>
    <w:rPr>
      <w:rFonts w:ascii="Palatino Linotype" w:eastAsia="Times New Roman" w:hAnsi="Palatino Linotype" w:cs="Times New Roman"/>
      <w:sz w:val="18"/>
      <w:szCs w:val="20"/>
    </w:rPr>
  </w:style>
  <w:style w:type="paragraph" w:customStyle="1" w:styleId="05Keyword">
    <w:name w:val="05_Keyword"/>
    <w:next w:val="06MainText"/>
    <w:qFormat/>
    <w:rsid w:val="00617FDA"/>
    <w:pPr>
      <w:pBdr>
        <w:bottom w:val="single" w:sz="4" w:space="1" w:color="auto"/>
      </w:pBdr>
      <w:spacing w:after="240" w:line="200" w:lineRule="exact"/>
    </w:pPr>
    <w:rPr>
      <w:rFonts w:ascii="Times New Roman" w:eastAsia="Times New Roman" w:hAnsi="Times New Roman" w:cs="Times New Roman"/>
      <w:i/>
      <w:sz w:val="18"/>
      <w:szCs w:val="20"/>
    </w:rPr>
  </w:style>
  <w:style w:type="paragraph" w:customStyle="1" w:styleId="ijstArticleinfoHead">
    <w:name w:val="ijst_ArticleinfoHead"/>
    <w:qFormat/>
    <w:rsid w:val="00BD6017"/>
    <w:rPr>
      <w:rFonts w:ascii="Century" w:eastAsia="Times New Roman" w:hAnsi="Century" w:cs="Times New Roman"/>
      <w:sz w:val="20"/>
      <w:szCs w:val="20"/>
    </w:rPr>
  </w:style>
  <w:style w:type="paragraph" w:customStyle="1" w:styleId="ijstArticleTitle">
    <w:name w:val="ijst_ArticleTitle"/>
    <w:next w:val="ijstAuthor"/>
    <w:qFormat/>
    <w:rsid w:val="00BD6017"/>
    <w:pPr>
      <w:spacing w:before="360" w:after="240" w:line="350" w:lineRule="exact"/>
    </w:pPr>
    <w:rPr>
      <w:rFonts w:ascii="Times New Roman" w:eastAsia="Times New Roman" w:hAnsi="Times New Roman" w:cs="Times New Roman"/>
      <w:sz w:val="30"/>
      <w:szCs w:val="20"/>
    </w:rPr>
  </w:style>
  <w:style w:type="paragraph" w:customStyle="1" w:styleId="ijstCorrespondingAuthor">
    <w:name w:val="ijst_CorrespondingAuthor"/>
    <w:next w:val="Normal"/>
    <w:qFormat/>
    <w:rsid w:val="00D61FBC"/>
    <w:pPr>
      <w:pBdr>
        <w:top w:val="single" w:sz="24" w:space="1" w:color="777777"/>
      </w:pBdr>
      <w:spacing w:before="120"/>
    </w:pPr>
    <w:rPr>
      <w:rFonts w:ascii="Times New Roman" w:eastAsia="Times New Roman" w:hAnsi="Times New Roman" w:cs="Times New Roman"/>
      <w:sz w:val="18"/>
      <w:szCs w:val="20"/>
    </w:rPr>
  </w:style>
  <w:style w:type="paragraph" w:styleId="BalloonText">
    <w:name w:val="Balloon Text"/>
    <w:basedOn w:val="Normal"/>
    <w:link w:val="BalloonTextChar"/>
    <w:uiPriority w:val="99"/>
    <w:semiHidden/>
    <w:unhideWhenUsed/>
    <w:rsid w:val="00C05192"/>
    <w:rPr>
      <w:rFonts w:ascii="Tahoma" w:hAnsi="Tahoma" w:cs="Tahoma"/>
      <w:sz w:val="16"/>
      <w:szCs w:val="16"/>
    </w:rPr>
  </w:style>
  <w:style w:type="character" w:customStyle="1" w:styleId="BalloonTextChar">
    <w:name w:val="Balloon Text Char"/>
    <w:basedOn w:val="DefaultParagraphFont"/>
    <w:link w:val="BalloonText"/>
    <w:uiPriority w:val="99"/>
    <w:semiHidden/>
    <w:rsid w:val="00C05192"/>
    <w:rPr>
      <w:rFonts w:ascii="Tahoma" w:hAnsi="Tahoma" w:cs="Tahoma"/>
      <w:sz w:val="16"/>
      <w:szCs w:val="16"/>
    </w:rPr>
  </w:style>
  <w:style w:type="paragraph" w:customStyle="1" w:styleId="06MainText">
    <w:name w:val="06_Main_Text"/>
    <w:qFormat/>
    <w:rsid w:val="00267ACE"/>
    <w:pPr>
      <w:spacing w:line="240" w:lineRule="exact"/>
      <w:ind w:firstLine="202"/>
      <w:jc w:val="both"/>
    </w:pPr>
    <w:rPr>
      <w:rFonts w:ascii="Times New Roman" w:eastAsia="Times New Roman" w:hAnsi="Times New Roman" w:cs="Times New Roman"/>
      <w:noProof/>
      <w:sz w:val="19"/>
      <w:szCs w:val="20"/>
    </w:rPr>
  </w:style>
  <w:style w:type="paragraph" w:customStyle="1" w:styleId="01Title">
    <w:name w:val="01_Title"/>
    <w:next w:val="02AuthorName"/>
    <w:qFormat/>
    <w:rsid w:val="00F406E2"/>
    <w:pPr>
      <w:spacing w:before="160" w:after="160" w:line="360" w:lineRule="exact"/>
    </w:pPr>
    <w:rPr>
      <w:rFonts w:ascii="Times New Roman" w:eastAsia="Times New Roman" w:hAnsi="Times New Roman" w:cs="Times New Roman"/>
      <w:noProof/>
      <w:color w:val="18414C"/>
      <w:sz w:val="32"/>
      <w:szCs w:val="20"/>
    </w:rPr>
  </w:style>
  <w:style w:type="paragraph" w:customStyle="1" w:styleId="02AuthorName">
    <w:name w:val="02_Author_Name"/>
    <w:next w:val="03AuthorAddress"/>
    <w:qFormat/>
    <w:rsid w:val="00CC0E40"/>
    <w:pPr>
      <w:spacing w:before="120" w:after="160" w:line="240" w:lineRule="exact"/>
    </w:pPr>
    <w:rPr>
      <w:rFonts w:ascii="Helvetica" w:eastAsia="Times New Roman" w:hAnsi="Helvetica" w:cs="Times New Roman"/>
      <w:noProof/>
      <w:color w:val="003633"/>
      <w:sz w:val="20"/>
      <w:szCs w:val="20"/>
    </w:rPr>
  </w:style>
  <w:style w:type="paragraph" w:customStyle="1" w:styleId="03AuthorAddress">
    <w:name w:val="03_Author_Address"/>
    <w:next w:val="CblEmailAddress"/>
    <w:qFormat/>
    <w:rsid w:val="00F406E2"/>
    <w:pPr>
      <w:spacing w:after="120" w:line="240" w:lineRule="exact"/>
      <w:ind w:right="3024"/>
    </w:pPr>
    <w:rPr>
      <w:rFonts w:ascii="Times" w:eastAsia="Times New Roman" w:hAnsi="Times" w:cs="Times New Roman"/>
      <w:i/>
      <w:noProof/>
      <w:color w:val="205766"/>
      <w:sz w:val="20"/>
      <w:szCs w:val="20"/>
    </w:rPr>
  </w:style>
  <w:style w:type="paragraph" w:customStyle="1" w:styleId="CblEmailAddress">
    <w:name w:val="Cbl_Email_Address"/>
    <w:next w:val="04ReceivedDate"/>
    <w:qFormat/>
    <w:rsid w:val="006969ED"/>
    <w:pPr>
      <w:spacing w:after="120" w:line="240" w:lineRule="exact"/>
      <w:ind w:right="3024"/>
    </w:pPr>
    <w:rPr>
      <w:rFonts w:ascii="Times" w:eastAsia="Times New Roman" w:hAnsi="Times" w:cs="Times New Roman"/>
      <w:i/>
      <w:sz w:val="20"/>
      <w:szCs w:val="20"/>
    </w:rPr>
  </w:style>
  <w:style w:type="paragraph" w:customStyle="1" w:styleId="04ReceivedDate">
    <w:name w:val="04_Received_Date"/>
    <w:next w:val="ISPAbstheading"/>
    <w:qFormat/>
    <w:rsid w:val="00AD42F3"/>
    <w:pPr>
      <w:spacing w:after="240" w:line="240" w:lineRule="exact"/>
      <w:ind w:right="3024"/>
    </w:pPr>
    <w:rPr>
      <w:rFonts w:ascii="Helvetica" w:eastAsia="Times New Roman" w:hAnsi="Helvetica" w:cs="Times New Roman"/>
      <w:noProof/>
      <w:color w:val="595959" w:themeColor="text1" w:themeTint="A6"/>
      <w:sz w:val="16"/>
      <w:szCs w:val="20"/>
    </w:rPr>
  </w:style>
  <w:style w:type="paragraph" w:customStyle="1" w:styleId="ISPAbstheading">
    <w:name w:val="ISP_Abst_heading"/>
    <w:basedOn w:val="05Abstracttext"/>
    <w:qFormat/>
    <w:rsid w:val="00DD11F5"/>
    <w:pPr>
      <w:shd w:val="clear" w:color="800000" w:fill="FFFFFF" w:themeFill="background1"/>
      <w:spacing w:before="60" w:after="0" w:line="160" w:lineRule="exact"/>
      <w:ind w:left="86"/>
      <w:contextualSpacing/>
      <w:jc w:val="left"/>
    </w:pPr>
    <w:rPr>
      <w:b/>
      <w:color w:val="00646C"/>
      <w:sz w:val="20"/>
    </w:rPr>
  </w:style>
  <w:style w:type="paragraph" w:customStyle="1" w:styleId="05Abstracttext">
    <w:name w:val="05_Abstract text"/>
    <w:qFormat/>
    <w:rsid w:val="00554268"/>
    <w:pPr>
      <w:spacing w:after="120" w:line="240" w:lineRule="exact"/>
      <w:jc w:val="both"/>
    </w:pPr>
    <w:rPr>
      <w:rFonts w:eastAsia="Times New Roman" w:cs="Times New Roman"/>
      <w:sz w:val="18"/>
      <w:szCs w:val="20"/>
    </w:rPr>
  </w:style>
  <w:style w:type="paragraph" w:customStyle="1" w:styleId="CBLAcknowledgments">
    <w:name w:val="CBL_Acknowledgments"/>
    <w:next w:val="Normal"/>
    <w:qFormat/>
    <w:rsid w:val="00267ACE"/>
    <w:pPr>
      <w:spacing w:line="240" w:lineRule="exact"/>
      <w:ind w:firstLine="202"/>
      <w:jc w:val="both"/>
    </w:pPr>
    <w:rPr>
      <w:rFonts w:ascii="Times" w:eastAsia="Times New Roman" w:hAnsi="Times" w:cs="Times New Roman"/>
      <w:noProof/>
      <w:sz w:val="19"/>
      <w:szCs w:val="20"/>
    </w:rPr>
  </w:style>
  <w:style w:type="paragraph" w:customStyle="1" w:styleId="ISPgraphicalabstgraphics">
    <w:name w:val="ISP_graphical_abst_graphics"/>
    <w:basedOn w:val="Normal"/>
    <w:next w:val="06MainText"/>
    <w:qFormat/>
    <w:rsid w:val="006F49FD"/>
    <w:pPr>
      <w:framePr w:w="7920" w:h="3917" w:hRule="exact" w:hSpace="187" w:vSpace="187" w:wrap="notBeside" w:vAnchor="text" w:hAnchor="margin" w:xAlign="center" w:y="246"/>
    </w:pPr>
    <w:rPr>
      <w:rFonts w:ascii="Times" w:eastAsia="Times New Roman" w:hAnsi="Times" w:cs="Times New Roman"/>
      <w:sz w:val="19"/>
      <w:szCs w:val="20"/>
    </w:rPr>
  </w:style>
  <w:style w:type="character" w:styleId="Hyperlink">
    <w:name w:val="Hyperlink"/>
    <w:basedOn w:val="DefaultParagraphFont"/>
    <w:uiPriority w:val="99"/>
    <w:rsid w:val="006969ED"/>
    <w:rPr>
      <w:color w:val="0000FF"/>
      <w:u w:val="single"/>
    </w:rPr>
  </w:style>
  <w:style w:type="table" w:styleId="TableWeb1">
    <w:name w:val="Table Web 1"/>
    <w:basedOn w:val="TableNormal"/>
    <w:uiPriority w:val="99"/>
    <w:semiHidden/>
    <w:unhideWhenUsed/>
    <w:rsid w:val="00AE2503"/>
    <w:pPr>
      <w:spacing w:after="240"/>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eading1Char">
    <w:name w:val="Heading 1 Char"/>
    <w:basedOn w:val="DefaultParagraphFont"/>
    <w:link w:val="Heading1"/>
    <w:uiPriority w:val="9"/>
    <w:rsid w:val="00267AC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07_texthead Char"/>
    <w:basedOn w:val="DefaultParagraphFont"/>
    <w:link w:val="Heading2"/>
    <w:uiPriority w:val="9"/>
    <w:rsid w:val="00F406E2"/>
    <w:rPr>
      <w:rFonts w:ascii="Cambria" w:eastAsiaTheme="majorEastAsia" w:hAnsi="Cambria" w:cstheme="majorBidi"/>
      <w:b/>
      <w:bCs/>
      <w:smallCaps/>
      <w:color w:val="1F5D63"/>
      <w:szCs w:val="26"/>
    </w:rPr>
  </w:style>
  <w:style w:type="paragraph" w:styleId="Quote">
    <w:name w:val="Quote"/>
    <w:aliases w:val="CBL_Auth_Bio,iast_Auth_Bio"/>
    <w:basedOn w:val="Normal"/>
    <w:next w:val="Normal"/>
    <w:link w:val="QuoteChar"/>
    <w:uiPriority w:val="29"/>
    <w:qFormat/>
    <w:rsid w:val="00267ACE"/>
    <w:pPr>
      <w:spacing w:after="0"/>
    </w:pPr>
    <w:rPr>
      <w:iCs/>
      <w:color w:val="000000" w:themeColor="text1"/>
      <w:sz w:val="18"/>
    </w:rPr>
  </w:style>
  <w:style w:type="character" w:customStyle="1" w:styleId="QuoteChar">
    <w:name w:val="Quote Char"/>
    <w:aliases w:val="CBL_Auth_Bio Char,iast_Auth_Bio Char"/>
    <w:basedOn w:val="DefaultParagraphFont"/>
    <w:link w:val="Quote"/>
    <w:uiPriority w:val="29"/>
    <w:rsid w:val="00267ACE"/>
    <w:rPr>
      <w:rFonts w:ascii="Calibri" w:hAnsi="Calibri"/>
      <w:iCs/>
      <w:color w:val="000000" w:themeColor="text1"/>
      <w:sz w:val="18"/>
    </w:rPr>
  </w:style>
  <w:style w:type="paragraph" w:styleId="Header">
    <w:name w:val="header"/>
    <w:basedOn w:val="Normal"/>
    <w:link w:val="HeaderChar"/>
    <w:uiPriority w:val="99"/>
    <w:semiHidden/>
    <w:unhideWhenUsed/>
    <w:rsid w:val="00531782"/>
    <w:pPr>
      <w:tabs>
        <w:tab w:val="center" w:pos="4680"/>
        <w:tab w:val="right" w:pos="9360"/>
      </w:tabs>
      <w:spacing w:after="0"/>
    </w:pPr>
  </w:style>
  <w:style w:type="character" w:customStyle="1" w:styleId="HeaderChar">
    <w:name w:val="Header Char"/>
    <w:basedOn w:val="DefaultParagraphFont"/>
    <w:link w:val="Header"/>
    <w:uiPriority w:val="99"/>
    <w:semiHidden/>
    <w:rsid w:val="00531782"/>
    <w:rPr>
      <w:rFonts w:ascii="Calibri" w:hAnsi="Calibri"/>
    </w:rPr>
  </w:style>
  <w:style w:type="paragraph" w:styleId="Footer">
    <w:name w:val="footer"/>
    <w:basedOn w:val="Normal"/>
    <w:link w:val="FooterChar"/>
    <w:uiPriority w:val="99"/>
    <w:unhideWhenUsed/>
    <w:rsid w:val="00746570"/>
    <w:pPr>
      <w:tabs>
        <w:tab w:val="center" w:pos="4680"/>
        <w:tab w:val="right" w:pos="9360"/>
      </w:tabs>
      <w:spacing w:after="0"/>
    </w:pPr>
    <w:rPr>
      <w:color w:val="E3410F"/>
    </w:rPr>
  </w:style>
  <w:style w:type="character" w:customStyle="1" w:styleId="FooterChar">
    <w:name w:val="Footer Char"/>
    <w:basedOn w:val="DefaultParagraphFont"/>
    <w:link w:val="Footer"/>
    <w:uiPriority w:val="99"/>
    <w:rsid w:val="00746570"/>
    <w:rPr>
      <w:rFonts w:ascii="Calibri" w:hAnsi="Calibri"/>
      <w:color w:val="E3410F"/>
    </w:rPr>
  </w:style>
  <w:style w:type="paragraph" w:customStyle="1" w:styleId="Authoradd">
    <w:name w:val="Author_add"/>
    <w:next w:val="Normal"/>
    <w:qFormat/>
    <w:rsid w:val="00531782"/>
    <w:pPr>
      <w:keepNext/>
      <w:numPr>
        <w:numId w:val="1"/>
      </w:numPr>
      <w:spacing w:before="160" w:after="160" w:line="210" w:lineRule="exact"/>
    </w:pPr>
    <w:rPr>
      <w:rFonts w:ascii="Times New Roman" w:eastAsia="Times New Roman" w:hAnsi="Times New Roman" w:cs="Times New Roman"/>
      <w:bCs/>
      <w:sz w:val="20"/>
      <w:szCs w:val="20"/>
    </w:rPr>
  </w:style>
  <w:style w:type="paragraph" w:customStyle="1" w:styleId="ElsHeading2">
    <w:name w:val="Els_Heading2"/>
    <w:next w:val="Normal"/>
    <w:rsid w:val="00531782"/>
    <w:pPr>
      <w:numPr>
        <w:ilvl w:val="1"/>
        <w:numId w:val="1"/>
      </w:numPr>
      <w:spacing w:after="160" w:line="210" w:lineRule="exact"/>
      <w:jc w:val="center"/>
    </w:pPr>
    <w:rPr>
      <w:rFonts w:ascii="Times New Roman" w:eastAsia="Times New Roman" w:hAnsi="Times New Roman" w:cs="Times New Roman"/>
      <w:bCs/>
      <w:i/>
      <w:sz w:val="19"/>
      <w:szCs w:val="20"/>
    </w:rPr>
  </w:style>
  <w:style w:type="paragraph" w:customStyle="1" w:styleId="ElsHeading3">
    <w:name w:val="Els_Heading3"/>
    <w:next w:val="Normal"/>
    <w:rsid w:val="00531782"/>
    <w:pPr>
      <w:numPr>
        <w:ilvl w:val="2"/>
        <w:numId w:val="1"/>
      </w:numPr>
      <w:spacing w:after="40" w:line="210" w:lineRule="exact"/>
      <w:jc w:val="center"/>
      <w:outlineLvl w:val="0"/>
    </w:pPr>
    <w:rPr>
      <w:rFonts w:ascii="Times New Roman" w:eastAsia="Times New Roman" w:hAnsi="Times New Roman" w:cs="Times New Roman"/>
      <w:i/>
      <w:spacing w:val="20"/>
      <w:sz w:val="19"/>
      <w:szCs w:val="20"/>
    </w:rPr>
  </w:style>
  <w:style w:type="paragraph" w:customStyle="1" w:styleId="ElsHeading4">
    <w:name w:val="Els_Heading4"/>
    <w:next w:val="Normal"/>
    <w:rsid w:val="00531782"/>
    <w:pPr>
      <w:numPr>
        <w:ilvl w:val="3"/>
        <w:numId w:val="1"/>
      </w:numPr>
      <w:spacing w:after="160" w:line="210" w:lineRule="exact"/>
      <w:jc w:val="center"/>
      <w:outlineLvl w:val="0"/>
    </w:pPr>
    <w:rPr>
      <w:rFonts w:ascii="Times New Roman" w:eastAsia="Times New Roman" w:hAnsi="Times New Roman" w:cs="Times New Roman"/>
      <w:i/>
      <w:spacing w:val="20"/>
      <w:sz w:val="19"/>
      <w:szCs w:val="20"/>
    </w:rPr>
  </w:style>
  <w:style w:type="paragraph" w:customStyle="1" w:styleId="ElsHeading5">
    <w:name w:val="Els_Heading5"/>
    <w:next w:val="Normal"/>
    <w:rsid w:val="00531782"/>
    <w:pPr>
      <w:numPr>
        <w:ilvl w:val="4"/>
        <w:numId w:val="1"/>
      </w:numPr>
      <w:spacing w:after="160" w:line="210" w:lineRule="exact"/>
      <w:jc w:val="center"/>
      <w:outlineLvl w:val="0"/>
    </w:pPr>
    <w:rPr>
      <w:rFonts w:ascii="Times New Roman" w:eastAsia="Times New Roman" w:hAnsi="Times New Roman" w:cs="Times New Roman"/>
      <w:i/>
      <w:spacing w:val="20"/>
      <w:sz w:val="19"/>
      <w:szCs w:val="20"/>
    </w:rPr>
  </w:style>
  <w:style w:type="paragraph" w:customStyle="1" w:styleId="Textarticle">
    <w:name w:val="Text_article"/>
    <w:qFormat/>
    <w:rsid w:val="00B75DC3"/>
    <w:pPr>
      <w:spacing w:line="240" w:lineRule="exact"/>
      <w:ind w:firstLine="202"/>
      <w:jc w:val="both"/>
    </w:pPr>
    <w:rPr>
      <w:rFonts w:ascii="Times New Roman" w:eastAsia="Times New Roman" w:hAnsi="Times New Roman" w:cs="Times New Roman"/>
      <w:noProof/>
      <w:sz w:val="19"/>
      <w:szCs w:val="20"/>
    </w:rPr>
  </w:style>
  <w:style w:type="paragraph" w:customStyle="1" w:styleId="referencestext">
    <w:name w:val="references_text"/>
    <w:qFormat/>
    <w:rsid w:val="003F3BF1"/>
    <w:pPr>
      <w:spacing w:line="200" w:lineRule="exact"/>
    </w:pPr>
    <w:rPr>
      <w:rFonts w:ascii="Times New Roman" w:eastAsia="Times New Roman" w:hAnsi="Times New Roman" w:cs="Times New Roman"/>
      <w:sz w:val="16"/>
      <w:szCs w:val="20"/>
    </w:rPr>
  </w:style>
  <w:style w:type="paragraph" w:customStyle="1" w:styleId="ElsKeywordHead">
    <w:name w:val="Els_KeywordHead"/>
    <w:next w:val="Normal"/>
    <w:rsid w:val="00FE35BA"/>
    <w:pPr>
      <w:spacing w:line="200" w:lineRule="exact"/>
      <w:jc w:val="center"/>
    </w:pPr>
    <w:rPr>
      <w:rFonts w:ascii="Times New Roman" w:eastAsia="Times New Roman" w:hAnsi="Times New Roman" w:cs="Times New Roman"/>
      <w:i/>
      <w:noProof/>
      <w:sz w:val="16"/>
      <w:szCs w:val="20"/>
    </w:rPr>
  </w:style>
  <w:style w:type="paragraph" w:customStyle="1" w:styleId="ijsttext">
    <w:name w:val="ijst_text"/>
    <w:qFormat/>
    <w:rsid w:val="00FE35BA"/>
    <w:pPr>
      <w:spacing w:after="120" w:line="220" w:lineRule="exact"/>
      <w:ind w:firstLine="230"/>
      <w:jc w:val="both"/>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ubs.iscience.in/graphical-abstrac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pubs.iscience.in/insert-figure"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4580F"/>
    <w:rsid w:val="0034580F"/>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30A0FC8A67A4B18904F02EE12CB12D3">
    <w:name w:val="430A0FC8A67A4B18904F02EE12CB12D3"/>
    <w:rsid w:val="0034580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jist_2007-2010wordtemplate_aqua</Template>
  <TotalTime>16</TotalTime>
  <Pages>2</Pages>
  <Words>1169</Words>
  <Characters>6664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B Singh</dc:creator>
  <cp:lastModifiedBy>Dr. B Singh</cp:lastModifiedBy>
  <cp:revision>1</cp:revision>
  <cp:lastPrinted>2013-06-12T11:55:00Z</cp:lastPrinted>
  <dcterms:created xsi:type="dcterms:W3CDTF">2016-10-08T00:43:00Z</dcterms:created>
  <dcterms:modified xsi:type="dcterms:W3CDTF">2016-10-08T00:59:00Z</dcterms:modified>
</cp:coreProperties>
</file>