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DC83" w14:textId="11293AA9" w:rsidR="0086695E" w:rsidRDefault="00BF2F0B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C46D0D7" wp14:editId="1E4D6143">
                <wp:simplePos x="0" y="0"/>
                <wp:positionH relativeFrom="column">
                  <wp:posOffset>800735</wp:posOffset>
                </wp:positionH>
                <wp:positionV relativeFrom="paragraph">
                  <wp:posOffset>295910</wp:posOffset>
                </wp:positionV>
                <wp:extent cx="3933825" cy="2578100"/>
                <wp:effectExtent l="0" t="0" r="9525" b="0"/>
                <wp:wrapTopAndBottom/>
                <wp:docPr id="1283265200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2"/>
                        </a:solidFill>
                      </wpc:bg>
                      <wpc:whole/>
                      <wps:wsp>
                        <wps:cNvPr id="421746753" name="Oval 421746753"/>
                        <wps:cNvSpPr/>
                        <wps:spPr>
                          <a:xfrm>
                            <a:off x="2076450" y="1246622"/>
                            <a:ext cx="1152525" cy="62865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153281" name="Pentagon 1240153281"/>
                        <wps:cNvSpPr/>
                        <wps:spPr>
                          <a:xfrm>
                            <a:off x="809626" y="1104023"/>
                            <a:ext cx="1066800" cy="771249"/>
                          </a:xfrm>
                          <a:prstGeom prst="pentagon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797765" name="Connector: Elbow 259797765"/>
                        <wps:cNvCnPr>
                          <a:stCxn id="1240153281" idx="1"/>
                          <a:endCxn id="421746753" idx="6"/>
                        </wps:cNvCnPr>
                        <wps:spPr>
                          <a:xfrm rot="10800000" flipH="1" flipV="1">
                            <a:off x="809627" y="1398613"/>
                            <a:ext cx="2419348" cy="162334"/>
                          </a:xfrm>
                          <a:prstGeom prst="curvedConnector5">
                            <a:avLst>
                              <a:gd name="adj1" fmla="val -22047"/>
                              <a:gd name="adj2" fmla="val -744925"/>
                              <a:gd name="adj3" fmla="val 121654"/>
                            </a:avLst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0E857E" id="Canvas 1" o:spid="_x0000_s1026" editas="canvas" style="position:absolute;margin-left:63.05pt;margin-top:23.3pt;width:309.75pt;height:203pt;z-index:251659264;mso-width-relative:margin;mso-height-relative:margin" coordsize="39338,25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wMTAQAAMwOAAAOAAAAZHJzL2Uyb0RvYy54bWzsV21v2zYQ/j5g/4Hg98YSLUu2EKUI3Hob&#10;kDXB0q6faYqyNVCkRtJv+/U7kpKtpKlhZEW/rDAg8+V4d7w7Pnx4/XbfCLTl2tRKFji+ijDikqmy&#10;lqsCf/q4eDPFyFgqSyqU5AU+cIPf3vz80/WuzTlRayVKrhEokSbftQVeW9vmo5Fha95Qc6VaLmGy&#10;UrqhFrp6NSo13YH2RoxIFKWjndJlqxXjxsDouzCJb7z+quLM3leV4RaJAoNv1n+1/y7dd3RzTfOV&#10;pu26Zp0b9BVeNLSWYPSo6h21FG10/YWqpmZaGVXZK6aakaqqmnG/B9hNHD3bzZzKLTV+Mwyi0zsI&#10;rW+od7lyfhsl6nJRC+E7Lvp8LjTaUojbckVcnEZPpEbgRe7Wuv8d5JGDyK6FLJr2mE/z3/x8XNOW&#10;++2bnH3YPmhUlwVOSJwlaTYZYyRpAzV1D16i02jnByx4bB901zPQdFvbV7px/xB5tC8wibI0mUBh&#10;HKB4SZKmxG+V5nxvEQOBOJ4Q+GHEQCIl0xSEQyx6Ta029heuGuQaBeZC1K1xXtOcbu+MDdK9lA/v&#10;mVhTxri0Y79cbJrfVRlyALUeddUKw1DTYXjaD7vk9Fl7niqaC/lau9mks3vOAMw5C1ASJg+B9i17&#10;ENzZFfIPXkHqXLz9xo6ehk2EPcdhak1LHobjr5r2Cp3mCgr2qLtT0Efhqe6QhU7eLeUeHI6Lo3OO&#10;hcXHFd6ykva4uKml0i8pEDbuqqUK8n2QQmhclJaqPEBhaxWgybRsUUMh3VFjH6gGLILiBHy19/Cp&#10;hNoVWHUtjNZK//PSuJOHkwezGO0A2wps/t5QzTESv0k4k7M4SRwY+k4yyQh09HBmOZyRm2auAAZi&#10;QPKW+aaTt6JvVlo1nwGGb51VmKKSge0CM6v7ztwGzAUgZ/z21osBALbU3slHB2chee6UfNx/prrt&#10;TpOFc/hB9TjwxYkKsi4fUt1urKpqf9xOce3iDZj0ncAJQCSKJ2MyhWgFdHqA80xXSqLBFBSU8/Ei&#10;iJpGs5SkAaHiKInI2JXUAKGiNAUYCAiVZWBldh6h4Er1DvmCfTVEhYR9K4j6AR0n+A7A9QM6Ohz5&#10;30AHmcyyWZalQDYCcsyVlEBglc7Re7FUO3SSOAHIXAZiY+x8Lz0/GuBMuHT9HQSAIcte5ESWgkTq&#10;EaODpKDRdYakKdxQceQZB6BNBTTnV38puNafPYJ3vMqDVhZAazybpvEz0CJJPBsn8DZwtCpOyXic&#10;nActttFbXh4jMjmBl8PCVdmFjJZ/AfBWjYCL07HCN4RESRYAcyhEnghlSTIDjudhdSgFDPOkKiZx&#10;Oum99LDpedaQ2AmJ4H6OZxGQROfWU1KtV8sjpV4shsRtyActrcV7WSJ7aIHaWl1TuRK8C86FLOsC&#10;JvQyhbqABX1vCmX3F1IoyJ6/Rfxd718n8DLxKeqed+5NNux7+dMj9OZfAAAA//8DAFBLAwQUAAYA&#10;CAAAACEA2abBouEAAAAKAQAADwAAAGRycy9kb3ducmV2LnhtbEyPQU/DMAyF70j8h8hIXCaWrGwB&#10;StNpQkLiABMbSOyYNaataJyqybby7zEnuPnZT8/fK5aj78QRh9gGMjCbKhBIVXAt1Qbe3x6vbkHE&#10;ZMnZLhAa+MYIy/L8rLC5Cyfa4HGbasEhFHNroEmpz6WMVYPexmnokfj2GQZvE8uhlm6wJw73ncyU&#10;0tLblvhDY3t8aLD62h48p9xNVpP1Bz29rMfnSm926nr3qoy5vBhX9yASjunPDL/4jA4lM+3DgVwU&#10;HetMz9hqYK41CDbczBc87HmxyDTIspD/K5Q/AAAA//8DAFBLAQItABQABgAIAAAAIQC2gziS/gAA&#10;AOEBAAATAAAAAAAAAAAAAAAAAAAAAABbQ29udGVudF9UeXBlc10ueG1sUEsBAi0AFAAGAAgAAAAh&#10;ADj9If/WAAAAlAEAAAsAAAAAAAAAAAAAAAAALwEAAF9yZWxzLy5yZWxzUEsBAi0AFAAGAAgAAAAh&#10;AA1QjAxMBAAAzA4AAA4AAAAAAAAAAAAAAAAALgIAAGRycy9lMm9Eb2MueG1sUEsBAi0AFAAGAAgA&#10;AAAhANmmwaLhAAAACgEAAA8AAAAAAAAAAAAAAAAApgYAAGRycy9kb3ducmV2LnhtbFBLBQYAAAAA&#10;BAAEAPMAAAC0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9338;height:25781;visibility:visible;mso-wrap-style:square" filled="t" fillcolor="#eeece1 [3214]">
                  <v:fill o:detectmouseclick="t"/>
                  <v:path o:connecttype="none"/>
                </v:shape>
                <v:oval id="Oval 421746753" o:spid="_x0000_s1028" style="position:absolute;left:20764;top:12466;width:11525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eWygAAAOIAAAAPAAAAZHJzL2Rvd25yZXYueG1sRI9Ba8JA&#10;FITvQv/D8oTedKNNVaKrlILQ3jRKobdH9pmNZt+G7Dam/fVuQfA4zMw3zGrT21p01PrKsYLJOAFB&#10;XDhdcangeNiOFiB8QNZYOyYFv+Rhs34arDDT7sp76vJQighhn6ECE0KTSekLQxb92DXE0Tu51mKI&#10;si2lbvEa4baW0ySZSYsVxwWDDb0bKi75j1VQns751yHBbrdNZfr3+W0ML/ZKPQ/7tyWIQH14hO/t&#10;D60gnU7m6Wz++gL/l+IdkOsbAAAA//8DAFBLAQItABQABgAIAAAAIQDb4fbL7gAAAIUBAAATAAAA&#10;AAAAAAAAAAAAAAAAAABbQ29udGVudF9UeXBlc10ueG1sUEsBAi0AFAAGAAgAAAAhAFr0LFu/AAAA&#10;FQEAAAsAAAAAAAAAAAAAAAAAHwEAAF9yZWxzLy5yZWxzUEsBAi0AFAAGAAgAAAAhAKeg55bKAAAA&#10;4gAAAA8AAAAAAAAAAAAAAAAABwIAAGRycy9kb3ducmV2LnhtbFBLBQYAAAAAAwADALcAAAD+AgAA&#10;AAA=&#10;" fillcolor="#eaf1dd [662]" strokecolor="#76923c [2406]" strokeweight="2pt"/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Pentagon 1240153281" o:spid="_x0000_s1029" type="#_x0000_t56" style="position:absolute;left:8096;top:11040;width:10668;height:7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/0QxwAAAOMAAAAPAAAAZHJzL2Rvd25yZXYueG1sRE9fa8Iw&#10;EH8X9h3CDXzTtHWK64wyJpO9iTq2PR7NmXRrLqWJ2n37ZSD4eL//t1j1rhFn6kLtWUE+zkAQV17X&#10;bBS8H15HcxAhImtsPJOCXwqwWt4NFlhqf+EdnffRiBTCoUQFNsa2lDJUlhyGsW+JE3f0ncOYzs5I&#10;3eElhbtGFlk2kw5rTg0WW3qxVP3sT07B9tGsJ/nnl56a749joTeHDdu1UsP7/vkJRKQ+3sRX95tO&#10;84uHLJ9OinkO/z8lAOTyDwAA//8DAFBLAQItABQABgAIAAAAIQDb4fbL7gAAAIUBAAATAAAAAAAA&#10;AAAAAAAAAAAAAABbQ29udGVudF9UeXBlc10ueG1sUEsBAi0AFAAGAAgAAAAhAFr0LFu/AAAAFQEA&#10;AAsAAAAAAAAAAAAAAAAAHwEAAF9yZWxzLy5yZWxzUEsBAi0AFAAGAAgAAAAhAIYL/RDHAAAA4wAA&#10;AA8AAAAAAAAAAAAAAAAABwIAAGRycy9kb3ducmV2LnhtbFBLBQYAAAAAAwADALcAAAD7AgAAAAA=&#10;" fillcolor="#dbe5f1 [660]" strokecolor="#0a121c [484]" strokeweight="2pt"/>
                <v:shapetype id="_x0000_t40" coordsize="21600,21600" o:spt="40" o:oned="t" path="m,c@1,0@2@8@2@7@2@9@3@10@0@10@4@10@5@12@5@11@5@13@6,21600,21600,21600e" filled="f">
                  <v:formulas>
                    <v:f eqn="mid #0 #2"/>
                    <v:f eqn="mid #0 0"/>
                    <v:f eqn="val #0"/>
                    <v:f eqn="mid #0 @0"/>
                    <v:f eqn="mid #2 @0"/>
                    <v:f eqn="val #2"/>
                    <v:f eqn="mid #2 21600"/>
                    <v:f eqn="mid #1 0"/>
                    <v:f eqn="mid @7 0"/>
                    <v:f eqn="mid @7 #1"/>
                    <v:f eqn="val #1"/>
                    <v:f eqn="mid #1 21600"/>
                    <v:f eqn="mid @11 #1"/>
                    <v:f eqn="mid @11 21600"/>
                  </v:formulas>
                  <v:path arrowok="t" fillok="f" o:connecttype="none"/>
                  <v:handles>
                    <v:h position="#0,@7"/>
                    <v:h position="@0,#1"/>
                    <v:h position="#2,@11"/>
                  </v:handles>
                  <o:lock v:ext="edit" shapetype="t"/>
                </v:shapetype>
                <v:shape id="Connector: Elbow 259797765" o:spid="_x0000_s1030" type="#_x0000_t40" style="position:absolute;left:8096;top:13986;width:24193;height:1623;rotation:180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6yzAAAAOIAAAAPAAAAZHJzL2Rvd25yZXYueG1sRI9Ba8JA&#10;FITvhf6H5RV6q5sKmia6Sim0etCDtgjeHtlnNjb7Nma3JvbXdwWhx2FmvmGm897W4kytrxwreB4k&#10;IIgLpysuFXx9vj+9gPABWWPtmBRcyMN8dn83xVy7jjd03oZSRAj7HBWYEJpcSl8YsugHriGO3sG1&#10;FkOUbSl1i12E21oOk2QsLVYcFww29Gao+N7+WAXL04kXx+PH/leu9GZnFllH6Vqpx4f+dQIiUB/+&#10;w7f2UisYjrI0S9PxCK6X4h2Qsz8AAAD//wMAUEsBAi0AFAAGAAgAAAAhANvh9svuAAAAhQEAABMA&#10;AAAAAAAAAAAAAAAAAAAAAFtDb250ZW50X1R5cGVzXS54bWxQSwECLQAUAAYACAAAACEAWvQsW78A&#10;AAAVAQAACwAAAAAAAAAAAAAAAAAfAQAAX3JlbHMvLnJlbHNQSwECLQAUAAYACAAAACEA2qbesswA&#10;AADiAAAADwAAAAAAAAAAAAAAAAAHAgAAZHJzL2Rvd25yZXYueG1sUEsFBgAAAAADAAMAtwAAAAAD&#10;AAAAAA==&#10;" adj="-4762,-160904,26277" strokecolor="red" strokeweight="1.5pt">
                  <v:stroke endarrow="block"/>
                </v:shape>
                <w10:wrap type="topAndBottom"/>
              </v:group>
            </w:pict>
          </mc:Fallback>
        </mc:AlternateContent>
      </w:r>
      <w:r>
        <w:t>Dummy</w:t>
      </w:r>
    </w:p>
    <w:sectPr w:rsidR="0086695E" w:rsidSect="00785C99">
      <w:pgSz w:w="8391" w:h="5953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0B"/>
    <w:rsid w:val="000C1ECD"/>
    <w:rsid w:val="002B63F0"/>
    <w:rsid w:val="00321565"/>
    <w:rsid w:val="00326855"/>
    <w:rsid w:val="004E38BB"/>
    <w:rsid w:val="005702D9"/>
    <w:rsid w:val="0062363A"/>
    <w:rsid w:val="007257C4"/>
    <w:rsid w:val="00785C99"/>
    <w:rsid w:val="008132BC"/>
    <w:rsid w:val="0086695E"/>
    <w:rsid w:val="0087728C"/>
    <w:rsid w:val="00912661"/>
    <w:rsid w:val="00924288"/>
    <w:rsid w:val="00936920"/>
    <w:rsid w:val="00AB7264"/>
    <w:rsid w:val="00B1519E"/>
    <w:rsid w:val="00BB620D"/>
    <w:rsid w:val="00BD6080"/>
    <w:rsid w:val="00BF2F0B"/>
    <w:rsid w:val="00C17132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1583F"/>
  <w14:discardImageEditingData/>
  <w14:defaultImageDpi w14:val="32767"/>
  <w15:chartTrackingRefBased/>
  <w15:docId w15:val="{1EB31FCF-CFDE-4040-AAB5-4849E65B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2023-11-19T13:12:00Z</dcterms:created>
  <dcterms:modified xsi:type="dcterms:W3CDTF">2023-11-19T13:12:00Z</dcterms:modified>
</cp:coreProperties>
</file>